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9C251B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3D193A5F" w14:textId="77777777" w:rsidR="00BB14A7" w:rsidRPr="00E4072B" w:rsidRDefault="00F422D3" w:rsidP="00BB14A7">
      <w:pPr>
        <w:pStyle w:val="Titul2"/>
      </w:pPr>
      <w:r>
        <w:t xml:space="preserve">Název </w:t>
      </w:r>
      <w:r w:rsidRPr="00C537D8">
        <w:t>zakázky</w:t>
      </w:r>
      <w:r w:rsidRPr="00E4072B">
        <w:t xml:space="preserve">: </w:t>
      </w:r>
      <w:r w:rsidR="00BB14A7" w:rsidRPr="00E4072B">
        <w:t>Soubor 3 staveb</w:t>
      </w:r>
    </w:p>
    <w:p w14:paraId="0BE1274E" w14:textId="77777777" w:rsidR="00BB14A7" w:rsidRPr="00E4072B" w:rsidRDefault="00BB14A7" w:rsidP="00BB14A7">
      <w:pPr>
        <w:pStyle w:val="Titul2"/>
      </w:pPr>
      <w:r w:rsidRPr="00E4072B">
        <w:t>Stavba 1 „Doplnění závor na přejezdu P7354 v km 86,771 trati Ostrava Kunčice – Valašské Meziříčí“</w:t>
      </w:r>
    </w:p>
    <w:p w14:paraId="57AD982D" w14:textId="77777777" w:rsidR="00BB14A7" w:rsidRPr="00E4072B" w:rsidRDefault="00BB14A7" w:rsidP="00BB14A7">
      <w:pPr>
        <w:pStyle w:val="Titul2"/>
      </w:pPr>
      <w:r w:rsidRPr="00E4072B">
        <w:t>Stavba 2 „Rekonstrukce PZS přejezdu P7357 v km 88,726 trati Ostrava Kunčice - Valašské Meziříčí“</w:t>
      </w:r>
    </w:p>
    <w:p w14:paraId="5E480921" w14:textId="39B3E312" w:rsidR="00F422D3" w:rsidRPr="00C537D8" w:rsidRDefault="00BB14A7" w:rsidP="00BB14A7">
      <w:pPr>
        <w:pStyle w:val="Titul2"/>
        <w:rPr>
          <w:sz w:val="18"/>
          <w:szCs w:val="18"/>
        </w:rPr>
      </w:pPr>
      <w:r w:rsidRPr="00E4072B">
        <w:t>Stavba 3 „Rekonstrukce PZS přejezdu P7390 v km 107,592 trati Valašské Meziříčí - Frýdek Místek“</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 xml:space="preserve">Ing. Miroslavem </w:t>
      </w:r>
      <w:proofErr w:type="spellStart"/>
      <w:r w:rsidRPr="00A52FFF">
        <w:t>Bocákem</w:t>
      </w:r>
      <w:proofErr w:type="spellEnd"/>
      <w:r w:rsidRPr="00A52FFF">
        <w:t>,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7F0B4DE5" w14:textId="269DC534" w:rsidR="00F422D3" w:rsidRDefault="00005E28" w:rsidP="00B42F40">
      <w:pPr>
        <w:pStyle w:val="Textbezodsazen"/>
      </w:pPr>
      <w:r>
        <w:t>ISPROFOND/SUBISPROFIN</w:t>
      </w:r>
      <w:r w:rsidRPr="00E4072B">
        <w:t xml:space="preserve">: </w:t>
      </w:r>
      <w:r w:rsidR="001049DE" w:rsidRPr="00E4072B">
        <w:t>5813530038, 5813530039, 5813530030</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lastRenderedPageBreak/>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7F1ECBCA" w14:textId="77777777" w:rsidR="001049DE" w:rsidRPr="00E4072B" w:rsidRDefault="007D26F9" w:rsidP="001049DE">
      <w:pPr>
        <w:pStyle w:val="Text1-1"/>
      </w:pPr>
      <w:r>
        <w:t xml:space="preserve">Objednatel oznámil </w:t>
      </w:r>
      <w:r w:rsidR="00A52FFF" w:rsidRPr="00A52FFF">
        <w:rPr>
          <w:highlight w:val="yellow"/>
        </w:rPr>
        <w:t>uveřejněním na Profilu zadavatele</w:t>
      </w:r>
      <w:r w:rsidRPr="00A52FFF">
        <w:rPr>
          <w:highlight w:val="yellow"/>
        </w:rPr>
        <w:t xml:space="preserve">: </w:t>
      </w:r>
      <w:hyperlink r:id="rId11" w:history="1">
        <w:r w:rsidR="00A52FFF" w:rsidRPr="00A52FFF">
          <w:rPr>
            <w:rStyle w:val="Hypertextovodkaz"/>
            <w:noProof w:val="0"/>
            <w:highlight w:val="yellow"/>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A349C6">
        <w:t xml:space="preserve"> s </w:t>
      </w:r>
      <w:r>
        <w:t xml:space="preserve">názvem </w:t>
      </w:r>
      <w:r w:rsidR="001049DE" w:rsidRPr="00E4072B">
        <w:t>Soubor 3 staveb:</w:t>
      </w:r>
    </w:p>
    <w:p w14:paraId="71C8F96B" w14:textId="2426C9F7" w:rsidR="001049DE" w:rsidRPr="00E4072B" w:rsidRDefault="001049DE" w:rsidP="001049DE">
      <w:pPr>
        <w:pStyle w:val="Text1-1"/>
        <w:numPr>
          <w:ilvl w:val="0"/>
          <w:numId w:val="0"/>
        </w:numPr>
        <w:spacing w:after="0"/>
        <w:ind w:left="737"/>
      </w:pPr>
      <w:r w:rsidRPr="00E4072B">
        <w:t>Stavba 1 „Doplnění závor na přejezdu P7354 v km 86,771 trati Ostrava Kunčice – Valašské Meziříčí“</w:t>
      </w:r>
    </w:p>
    <w:p w14:paraId="46155FF4" w14:textId="77777777" w:rsidR="001049DE" w:rsidRPr="00E4072B" w:rsidRDefault="001049DE" w:rsidP="001049DE">
      <w:pPr>
        <w:pStyle w:val="Text1-1"/>
        <w:numPr>
          <w:ilvl w:val="0"/>
          <w:numId w:val="0"/>
        </w:numPr>
        <w:spacing w:after="0"/>
        <w:ind w:left="737"/>
      </w:pPr>
      <w:r w:rsidRPr="00E4072B">
        <w:t>Stavba 2 „Rekonstrukce PZS přejezdu P7357 v km 88,726 trati Ostrava Kunčice - Valašské Meziříčí“</w:t>
      </w:r>
    </w:p>
    <w:p w14:paraId="56A32371" w14:textId="77777777" w:rsidR="001049DE" w:rsidRDefault="001049DE" w:rsidP="001049DE">
      <w:pPr>
        <w:pStyle w:val="Text1-1"/>
        <w:numPr>
          <w:ilvl w:val="0"/>
          <w:numId w:val="0"/>
        </w:numPr>
        <w:spacing w:after="0"/>
        <w:ind w:left="737"/>
      </w:pPr>
      <w:r w:rsidRPr="00E4072B">
        <w:t>Stavba 3 „Rekonstrukce PZS přejezdu P7390 v km 107,592 trati Valašské Meziříčí - Frýdek Místek</w:t>
      </w:r>
      <w:r w:rsidR="007D26F9" w:rsidRPr="00E4072B">
        <w:t>“</w:t>
      </w:r>
      <w:r w:rsidR="007D26F9">
        <w:t xml:space="preserve"> </w:t>
      </w:r>
    </w:p>
    <w:p w14:paraId="30809F82" w14:textId="246F231F" w:rsidR="007D26F9" w:rsidRDefault="007D26F9" w:rsidP="001049DE">
      <w:pPr>
        <w:pStyle w:val="Text1-1"/>
        <w:numPr>
          <w:ilvl w:val="0"/>
          <w:numId w:val="0"/>
        </w:numPr>
        <w:ind w:left="737"/>
      </w:pPr>
      <w:r>
        <w:lastRenderedPageBreak/>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2019ED9F" w:rsidR="007D26F9" w:rsidRDefault="007D26F9" w:rsidP="00BC5BDD">
      <w:pPr>
        <w:pStyle w:val="Textbezslovn"/>
        <w:rPr>
          <w:rStyle w:val="Tun"/>
        </w:rPr>
      </w:pPr>
      <w:r>
        <w:lastRenderedPageBreak/>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0B0B9595" w14:textId="77777777" w:rsidR="001049DE" w:rsidRDefault="001049DE" w:rsidP="001049DE">
      <w:pPr>
        <w:pStyle w:val="Textbezslovn"/>
        <w:rPr>
          <w:rStyle w:val="Tun"/>
        </w:rPr>
      </w:pPr>
      <w:r>
        <w:rPr>
          <w:rStyle w:val="Tun"/>
        </w:rPr>
        <w:t>z toho:</w:t>
      </w:r>
    </w:p>
    <w:p w14:paraId="567637D0" w14:textId="77777777" w:rsidR="001049DE" w:rsidRPr="00656438" w:rsidRDefault="001049DE" w:rsidP="001049DE">
      <w:pPr>
        <w:pStyle w:val="Textbezslovn"/>
        <w:numPr>
          <w:ilvl w:val="0"/>
          <w:numId w:val="40"/>
        </w:numPr>
        <w:ind w:left="1418" w:hanging="709"/>
        <w:rPr>
          <w:b/>
          <w:lang w:val="x-none"/>
        </w:rPr>
      </w:pPr>
      <w:r w:rsidRPr="00407718">
        <w:rPr>
          <w:b/>
          <w:lang w:val="x-none"/>
        </w:rPr>
        <w:t>Cena Díla pro stavbu</w:t>
      </w:r>
    </w:p>
    <w:p w14:paraId="390FD561" w14:textId="0CF6A97A" w:rsidR="001049DE" w:rsidRPr="001049DE" w:rsidRDefault="001049DE" w:rsidP="001049DE">
      <w:pPr>
        <w:pStyle w:val="Textbezslovn"/>
        <w:ind w:left="1418"/>
        <w:rPr>
          <w:b/>
        </w:rPr>
      </w:pPr>
      <w:r w:rsidRPr="00540964">
        <w:rPr>
          <w:rStyle w:val="Tun"/>
          <w:b w:val="0"/>
        </w:rPr>
        <w:t>„</w:t>
      </w:r>
      <w:r w:rsidRPr="005F3200">
        <w:rPr>
          <w:b/>
        </w:rPr>
        <w:t>Doplnění závor na přejezdu P7354 v km 86,771 trati Ostrava Kunčice – Valašské Meziříčí</w:t>
      </w:r>
      <w:r w:rsidRPr="00540964">
        <w:rPr>
          <w:rStyle w:val="Tun"/>
          <w:b w:val="0"/>
        </w:rPr>
        <w:t>“</w:t>
      </w:r>
      <w:r w:rsidRPr="00656438">
        <w:t xml:space="preserve"> </w:t>
      </w:r>
      <w:r>
        <w:rPr>
          <w:rStyle w:val="Tun"/>
        </w:rPr>
        <w:t>(dále též jen „stavba 1</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2F79B7CA" w14:textId="77777777" w:rsidR="001049DE" w:rsidRPr="00656438" w:rsidRDefault="001049DE" w:rsidP="001049DE">
      <w:pPr>
        <w:pStyle w:val="Textbezslovn"/>
        <w:numPr>
          <w:ilvl w:val="0"/>
          <w:numId w:val="40"/>
        </w:numPr>
        <w:ind w:left="1418" w:hanging="709"/>
        <w:rPr>
          <w:b/>
          <w:lang w:val="x-none"/>
        </w:rPr>
      </w:pPr>
      <w:r w:rsidRPr="00407718">
        <w:rPr>
          <w:b/>
          <w:lang w:val="x-none"/>
        </w:rPr>
        <w:t>Cena Díla pro stavbu</w:t>
      </w:r>
    </w:p>
    <w:p w14:paraId="6B8C9A25" w14:textId="77777777" w:rsidR="001049DE" w:rsidRPr="00407718" w:rsidRDefault="001049DE" w:rsidP="001049DE">
      <w:pPr>
        <w:pStyle w:val="Textbezslovn"/>
        <w:ind w:left="1418"/>
        <w:rPr>
          <w:b/>
          <w:lang w:val="x-none"/>
        </w:rPr>
      </w:pPr>
      <w:r w:rsidRPr="00656438">
        <w:rPr>
          <w:rStyle w:val="Tun"/>
        </w:rPr>
        <w:t>„</w:t>
      </w:r>
      <w:r w:rsidRPr="00604B2F">
        <w:rPr>
          <w:rStyle w:val="Tun"/>
        </w:rPr>
        <w:t>Rekonstrukce PZS přejezdu P7357 v km 88,726 trati Ostrava Kunčice - Valašské Meziříčí</w:t>
      </w:r>
      <w:r>
        <w:rPr>
          <w:rStyle w:val="Tun"/>
        </w:rPr>
        <w:t>“</w:t>
      </w:r>
      <w:r w:rsidRPr="00656438">
        <w:t xml:space="preserve"> </w:t>
      </w:r>
      <w:r>
        <w:rPr>
          <w:rStyle w:val="Tun"/>
        </w:rPr>
        <w:t>(dále též jen „stavba 2</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0C026E83" w14:textId="77777777" w:rsidR="001049DE" w:rsidRPr="00656438" w:rsidRDefault="001049DE" w:rsidP="001049DE">
      <w:pPr>
        <w:pStyle w:val="Textbezslovn"/>
        <w:numPr>
          <w:ilvl w:val="0"/>
          <w:numId w:val="40"/>
        </w:numPr>
        <w:ind w:left="1418" w:hanging="709"/>
        <w:rPr>
          <w:b/>
          <w:lang w:val="x-none"/>
        </w:rPr>
      </w:pPr>
      <w:r w:rsidRPr="00407718">
        <w:rPr>
          <w:b/>
          <w:lang w:val="x-none"/>
        </w:rPr>
        <w:t>Cena Díla pro stavbu</w:t>
      </w:r>
    </w:p>
    <w:p w14:paraId="1DBDBC30" w14:textId="7AD7A081" w:rsidR="001049DE" w:rsidRDefault="001049DE" w:rsidP="001049DE">
      <w:pPr>
        <w:pStyle w:val="Textbezslovn"/>
        <w:ind w:left="1418"/>
        <w:rPr>
          <w:rStyle w:val="Tun"/>
        </w:rPr>
      </w:pPr>
      <w:r>
        <w:rPr>
          <w:b/>
        </w:rPr>
        <w:t>„</w:t>
      </w:r>
      <w:r w:rsidRPr="00604B2F">
        <w:rPr>
          <w:b/>
          <w:lang w:val="x-none"/>
        </w:rPr>
        <w:t>Rekonstrukce PZS přejezdu P7390 v km 107,592 trati Valašské Meziříčí - Frýdek Místek</w:t>
      </w:r>
      <w:r w:rsidRPr="00656438">
        <w:rPr>
          <w:b/>
          <w:lang w:val="x-none"/>
        </w:rPr>
        <w:t>“</w:t>
      </w:r>
      <w:r>
        <w:rPr>
          <w:b/>
        </w:rPr>
        <w:t xml:space="preserve"> </w:t>
      </w:r>
      <w:r>
        <w:rPr>
          <w:rStyle w:val="Tun"/>
        </w:rPr>
        <w:t>(dále též jen „stavba 3</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3D356388" w14:textId="06995D7C" w:rsidR="001049DE" w:rsidRDefault="001049DE" w:rsidP="001049DE">
      <w:pPr>
        <w:pStyle w:val="Textbezslovn"/>
        <w:rPr>
          <w:rStyle w:val="Tun"/>
        </w:rPr>
      </w:pPr>
    </w:p>
    <w:p w14:paraId="75B19C95" w14:textId="77777777" w:rsidR="001049DE" w:rsidRDefault="001049DE" w:rsidP="001049DE">
      <w:pPr>
        <w:pStyle w:val="Textbezslovn"/>
        <w:rPr>
          <w:b/>
        </w:rPr>
      </w:pPr>
      <w:r w:rsidRPr="0013096C">
        <w:rPr>
          <w:b/>
        </w:rPr>
        <w:t xml:space="preserve">Fakturace proběhne u </w:t>
      </w:r>
      <w:r w:rsidRPr="00D65BB4">
        <w:rPr>
          <w:b/>
        </w:rPr>
        <w:t>každé stavby</w:t>
      </w:r>
      <w:r>
        <w:rPr>
          <w:b/>
        </w:rPr>
        <w:t xml:space="preserve"> </w:t>
      </w:r>
      <w:r w:rsidRPr="0013096C">
        <w:rPr>
          <w:b/>
        </w:rPr>
        <w:t>samostatně.</w:t>
      </w:r>
    </w:p>
    <w:p w14:paraId="44A41951" w14:textId="77777777" w:rsidR="001049DE" w:rsidRPr="007D26F9" w:rsidRDefault="001049DE" w:rsidP="001049DE">
      <w:pPr>
        <w:pStyle w:val="Textbezslovn"/>
        <w:rPr>
          <w:rStyle w:val="Tun"/>
        </w:rPr>
      </w:pPr>
    </w:p>
    <w:p w14:paraId="7F694D8B" w14:textId="0493496A"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xml:space="preserve">“), který je rozdělen na část </w:t>
      </w:r>
      <w:r>
        <w:lastRenderedPageBreak/>
        <w:t>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4CEF268A" w:rsidR="008911C8" w:rsidRPr="00E4072B" w:rsidRDefault="008911C8" w:rsidP="008911C8">
      <w:pPr>
        <w:pStyle w:val="Textbezslovn"/>
      </w:pPr>
      <w:r w:rsidRPr="00C537D8">
        <w:rPr>
          <w:b/>
        </w:rPr>
        <w:t>Celková lhůta pro provedení Díla</w:t>
      </w:r>
      <w:r w:rsidR="001049DE">
        <w:t xml:space="preserve"> </w:t>
      </w:r>
      <w:r w:rsidR="001049DE" w:rsidRPr="00E4072B">
        <w:t xml:space="preserve">činí celkem </w:t>
      </w:r>
      <w:r w:rsidR="001049DE" w:rsidRPr="00E4072B">
        <w:rPr>
          <w:b/>
        </w:rPr>
        <w:t>24</w:t>
      </w:r>
      <w:r w:rsidRPr="00E4072B">
        <w:rPr>
          <w:rStyle w:val="Tun"/>
        </w:rPr>
        <w:t xml:space="preserve"> měsíců</w:t>
      </w:r>
      <w:r w:rsidRPr="00E4072B">
        <w:rPr>
          <w:b/>
        </w:rPr>
        <w:t xml:space="preserve"> od nabytí účinnosti Smlouvy</w:t>
      </w:r>
      <w:r w:rsidRPr="00E4072B">
        <w:t xml:space="preserve"> (dokladem prokazujícím, že Zhotovitel dokončil celé Dílo, je Předávací protokol dle odst. 10.4 Obchodních podmínek).</w:t>
      </w:r>
    </w:p>
    <w:p w14:paraId="2A5FD57D" w14:textId="1439C016" w:rsidR="001049DE" w:rsidRDefault="008911C8" w:rsidP="00260755">
      <w:pPr>
        <w:pStyle w:val="Textbezslovn"/>
      </w:pPr>
      <w:r w:rsidRPr="00E4072B">
        <w:rPr>
          <w:b/>
        </w:rPr>
        <w:t>Zpracování a předání dílčí části Projektové dokumentace</w:t>
      </w:r>
      <w:r w:rsidRPr="00E4072B">
        <w:t xml:space="preserve"> v rozsahu Přílohy č. 3 vyhlášky č.146/2008 Sb. spolu se zajištěním stavebního povolení bude provedeno do </w:t>
      </w:r>
      <w:r w:rsidR="001049DE" w:rsidRPr="00E4072B">
        <w:rPr>
          <w:rStyle w:val="Tun"/>
        </w:rPr>
        <w:t>12</w:t>
      </w:r>
      <w:r w:rsidRPr="00E4072B">
        <w:rPr>
          <w:rStyle w:val="Tun"/>
        </w:rPr>
        <w:t> měsíců</w:t>
      </w:r>
      <w:r w:rsidRPr="00E4072B">
        <w:t xml:space="preserve"> </w:t>
      </w:r>
      <w:r w:rsidRPr="00E4072B">
        <w:rPr>
          <w:b/>
        </w:rPr>
        <w:t>ode dne nabytí účinnosti</w:t>
      </w:r>
      <w:r w:rsidRPr="00C537D8">
        <w:rPr>
          <w:b/>
        </w:rPr>
        <w:t xml:space="preserve"> Smlouvy</w:t>
      </w:r>
      <w:r w:rsidR="001049DE">
        <w:t>,</w:t>
      </w:r>
      <w:r w:rsidR="001049DE" w:rsidRPr="001049DE">
        <w:t xml:space="preserve"> </w:t>
      </w:r>
      <w:r w:rsidR="00260755">
        <w:t>přičemž:</w:t>
      </w:r>
    </w:p>
    <w:p w14:paraId="6C086531" w14:textId="62F8088C" w:rsidR="0097267C" w:rsidRPr="00E4072B" w:rsidRDefault="0097267C" w:rsidP="00A543B7">
      <w:pPr>
        <w:pStyle w:val="Odrka1-2-"/>
        <w:numPr>
          <w:ilvl w:val="0"/>
          <w:numId w:val="48"/>
        </w:numPr>
      </w:pPr>
      <w:r w:rsidRPr="00E4072B">
        <w:t>Část předmětu díla v rozsahu Projektová dokumentace pro stavební povolení k připomínkám bude dokončena a předána nejpozději do 7 měsíců od nabytí účinnosti Smlouvy</w:t>
      </w:r>
    </w:p>
    <w:p w14:paraId="20339B91" w14:textId="4194297D" w:rsidR="00A543B7" w:rsidRPr="003249E5" w:rsidRDefault="00A543B7" w:rsidP="00A543B7">
      <w:pPr>
        <w:pStyle w:val="Odrka1-2-"/>
        <w:numPr>
          <w:ilvl w:val="0"/>
          <w:numId w:val="48"/>
        </w:numPr>
      </w:pPr>
      <w:r w:rsidRPr="003249E5">
        <w:t xml:space="preserve">část předmětu díla v rozsahu Projektová dokumentace pro stavební povolení </w:t>
      </w:r>
      <w:r>
        <w:t>se zapracovanými připomínkami</w:t>
      </w:r>
      <w:r w:rsidRPr="003249E5">
        <w:rPr>
          <w:rFonts w:eastAsia="Times New Roman" w:cs="Times New Roman"/>
          <w:lang w:eastAsia="cs-CZ"/>
        </w:rPr>
        <w:t xml:space="preserve"> </w:t>
      </w:r>
      <w:r w:rsidRPr="003249E5">
        <w:t>bude dokončen</w:t>
      </w:r>
      <w:r>
        <w:t>a</w:t>
      </w:r>
      <w:r w:rsidRPr="003249E5">
        <w:t xml:space="preserve"> a předán</w:t>
      </w:r>
      <w:r>
        <w:t>a</w:t>
      </w:r>
      <w:r w:rsidRPr="003249E5">
        <w:t xml:space="preserve"> nejpozději do </w:t>
      </w:r>
      <w:r>
        <w:t>9</w:t>
      </w:r>
      <w:r w:rsidRPr="003249E5">
        <w:t xml:space="preserve"> měsíců od nabytí účinnosti Smlouvy</w:t>
      </w:r>
    </w:p>
    <w:p w14:paraId="76E3D5F3" w14:textId="1993AD08" w:rsidR="00A543B7" w:rsidRPr="00557B81" w:rsidRDefault="00A543B7" w:rsidP="00A543B7">
      <w:pPr>
        <w:pStyle w:val="Odrka1-2-"/>
        <w:numPr>
          <w:ilvl w:val="0"/>
          <w:numId w:val="48"/>
        </w:numPr>
      </w:pPr>
      <w:r w:rsidRPr="00557B81">
        <w:t xml:space="preserve">část předmětu díla v rozsahu </w:t>
      </w:r>
      <w:r>
        <w:t>zajištění pravomocného stavebního povolení</w:t>
      </w:r>
      <w:r w:rsidRPr="00557B81">
        <w:rPr>
          <w:rFonts w:eastAsia="Times New Roman" w:cs="Times New Roman"/>
          <w:lang w:eastAsia="cs-CZ"/>
        </w:rPr>
        <w:t xml:space="preserve"> </w:t>
      </w:r>
      <w:r>
        <w:rPr>
          <w:rFonts w:eastAsia="Times New Roman" w:cs="Times New Roman"/>
          <w:lang w:eastAsia="cs-CZ"/>
        </w:rPr>
        <w:t xml:space="preserve"> b</w:t>
      </w:r>
      <w:r w:rsidRPr="00557B81">
        <w:t>ude dokončen</w:t>
      </w:r>
      <w:r>
        <w:t>a</w:t>
      </w:r>
      <w:r w:rsidRPr="00557B81">
        <w:t xml:space="preserve"> a předán</w:t>
      </w:r>
      <w:r>
        <w:t>a</w:t>
      </w:r>
      <w:r w:rsidRPr="00557B81">
        <w:t xml:space="preserve"> nejpozději do </w:t>
      </w:r>
      <w:r>
        <w:t>12</w:t>
      </w:r>
      <w:r w:rsidRPr="00557B81">
        <w:t xml:space="preserve"> měsíců od nabytí účinnosti Smlouvy</w:t>
      </w:r>
      <w:r>
        <w:t>.</w:t>
      </w:r>
    </w:p>
    <w:p w14:paraId="150D27D2" w14:textId="033485AC" w:rsidR="008911C8" w:rsidRDefault="008911C8" w:rsidP="008911C8">
      <w:pPr>
        <w:pStyle w:val="Textbezslovn"/>
      </w:pPr>
    </w:p>
    <w:p w14:paraId="34BD7111" w14:textId="3303B0F8" w:rsidR="008911C8" w:rsidRPr="00E4072B" w:rsidRDefault="008911C8" w:rsidP="00CB2DC6">
      <w:pPr>
        <w:pStyle w:val="Textbezslovn"/>
      </w:pPr>
      <w:r w:rsidRPr="00C537D8">
        <w:rPr>
          <w:b/>
        </w:rPr>
        <w:t>Lhůta pro dokončení prací</w:t>
      </w:r>
      <w:r>
        <w:t xml:space="preserve"> (dílčí části Projektové dokumentace v rozsahu projektové </w:t>
      </w:r>
      <w:r w:rsidRPr="00E4072B">
        <w:t>dokumentace pro stavební povolení a přílohy č. 4 vyhlášky č.</w:t>
      </w:r>
      <w:r w:rsidR="00CB2DC6" w:rsidRPr="00E4072B">
        <w:t> </w:t>
      </w:r>
      <w:r w:rsidRPr="00E4072B">
        <w:t>146/2008 Sb. a</w:t>
      </w:r>
      <w:r w:rsidR="00CB2DC6" w:rsidRPr="00E4072B">
        <w:t> </w:t>
      </w:r>
      <w:r w:rsidR="001049DE" w:rsidRPr="00E4072B">
        <w:t xml:space="preserve">stavebních prací) činí celkem </w:t>
      </w:r>
      <w:r w:rsidR="001049DE" w:rsidRPr="00E4072B">
        <w:rPr>
          <w:b/>
        </w:rPr>
        <w:t>18</w:t>
      </w:r>
      <w:r w:rsidRPr="00E4072B">
        <w:rPr>
          <w:rStyle w:val="Tun"/>
          <w:b w:val="0"/>
        </w:rPr>
        <w:t xml:space="preserve"> </w:t>
      </w:r>
      <w:r w:rsidRPr="00E4072B">
        <w:rPr>
          <w:rStyle w:val="Tun"/>
        </w:rPr>
        <w:t>měsíců</w:t>
      </w:r>
      <w:r w:rsidRPr="00E4072B">
        <w:rPr>
          <w:b/>
        </w:rPr>
        <w:t xml:space="preserve"> ode dne nabytí účinnosti Smlouvy</w:t>
      </w:r>
      <w:r w:rsidRPr="00E4072B">
        <w:t xml:space="preserve"> (dokladem prokazujícím, že Zhotovitel dokončil projekční a stavební práce a předal Objednateli veškerá plnění připadající na tyto části Díla, je poslední Zápis o předání a převzetí Díla). </w:t>
      </w:r>
    </w:p>
    <w:p w14:paraId="4FF930BC" w14:textId="70906CEB" w:rsidR="00C414C8" w:rsidRPr="00E4072B" w:rsidRDefault="00C414C8" w:rsidP="00C414C8">
      <w:pPr>
        <w:spacing w:after="0" w:line="240" w:lineRule="auto"/>
        <w:ind w:left="709"/>
        <w:jc w:val="both"/>
        <w:rPr>
          <w:sz w:val="18"/>
          <w:szCs w:val="18"/>
        </w:rPr>
      </w:pPr>
      <w:r w:rsidRPr="00E4072B">
        <w:rPr>
          <w:b/>
          <w:sz w:val="18"/>
          <w:szCs w:val="18"/>
        </w:rPr>
        <w:t>Následná úprava směrového a výškového uspořádání koleje</w:t>
      </w:r>
      <w:r w:rsidRPr="00E4072B">
        <w:rPr>
          <w:sz w:val="18"/>
          <w:szCs w:val="18"/>
        </w:rPr>
        <w:t>, která se týká „SO 01-10-01</w:t>
      </w:r>
      <w:r w:rsidRPr="00E4072B">
        <w:rPr>
          <w:sz w:val="18"/>
          <w:szCs w:val="18"/>
        </w:rPr>
        <w:tab/>
        <w:t xml:space="preserve">Železniční svršek P7390 v km 107,592“, bude provedena </w:t>
      </w:r>
      <w:r w:rsidRPr="00E4072B">
        <w:rPr>
          <w:b/>
          <w:sz w:val="18"/>
          <w:szCs w:val="18"/>
        </w:rPr>
        <w:t xml:space="preserve">do </w:t>
      </w:r>
      <w:r w:rsidR="009A6D83" w:rsidRPr="00E4072B">
        <w:rPr>
          <w:b/>
          <w:color w:val="FF0000"/>
          <w:sz w:val="18"/>
          <w:szCs w:val="18"/>
        </w:rPr>
        <w:t>5</w:t>
      </w:r>
      <w:r w:rsidRPr="00E4072B">
        <w:rPr>
          <w:b/>
          <w:sz w:val="18"/>
          <w:szCs w:val="18"/>
        </w:rPr>
        <w:t xml:space="preserve"> měsíců</w:t>
      </w:r>
      <w:r w:rsidRPr="00E4072B">
        <w:rPr>
          <w:sz w:val="18"/>
          <w:szCs w:val="18"/>
        </w:rPr>
        <w:t xml:space="preserve"> ode dne podpisu posledního Zápisu o předání a převzetí Díla.</w:t>
      </w:r>
    </w:p>
    <w:p w14:paraId="25CF7AB5" w14:textId="77777777" w:rsidR="00C414C8" w:rsidRPr="00E4072B" w:rsidRDefault="00C414C8" w:rsidP="00C414C8">
      <w:pPr>
        <w:spacing w:after="0" w:line="240" w:lineRule="auto"/>
        <w:ind w:left="709"/>
        <w:jc w:val="both"/>
        <w:rPr>
          <w:sz w:val="18"/>
          <w:szCs w:val="18"/>
        </w:rPr>
      </w:pPr>
    </w:p>
    <w:p w14:paraId="23A34680" w14:textId="77777777" w:rsidR="00C414C8" w:rsidRPr="00E4072B" w:rsidRDefault="00C414C8" w:rsidP="00C414C8">
      <w:pPr>
        <w:spacing w:after="0" w:line="240" w:lineRule="auto"/>
        <w:ind w:left="709"/>
        <w:jc w:val="both"/>
        <w:rPr>
          <w:sz w:val="18"/>
          <w:szCs w:val="18"/>
        </w:rPr>
      </w:pPr>
      <w:r w:rsidRPr="00E4072B">
        <w:rPr>
          <w:sz w:val="18"/>
          <w:szCs w:val="18"/>
        </w:rPr>
        <w:t>Po provedení úpravy směrového a výškového uspořádání koleje bude proveden Zápis o předání a převzetí následné úpravy směrového a výškového uspořádání koleje.</w:t>
      </w:r>
    </w:p>
    <w:p w14:paraId="2FA8EFBD" w14:textId="77777777" w:rsidR="00C414C8" w:rsidRPr="00E4072B" w:rsidRDefault="00C414C8" w:rsidP="00CB2DC6">
      <w:pPr>
        <w:pStyle w:val="Textbezslovn"/>
      </w:pPr>
    </w:p>
    <w:p w14:paraId="62A7617B" w14:textId="46D29D57" w:rsidR="008911C8" w:rsidRDefault="008911C8" w:rsidP="00CB2DC6">
      <w:pPr>
        <w:pStyle w:val="Textbezslovn"/>
      </w:pPr>
      <w:r w:rsidRPr="00E4072B">
        <w:rPr>
          <w:b/>
        </w:rPr>
        <w:t>Předání posouzení interoperability</w:t>
      </w:r>
      <w:r w:rsidRPr="00E4072B">
        <w:t xml:space="preserve">, včetně zajištění všech souvisejících dokladů, podle </w:t>
      </w:r>
      <w:proofErr w:type="spellStart"/>
      <w:r w:rsidRPr="00E4072B">
        <w:t>ust</w:t>
      </w:r>
      <w:proofErr w:type="spellEnd"/>
      <w:r w:rsidRPr="00E4072B">
        <w:t xml:space="preserve">. § 49b zákona 266/1994 Sb. ve znění pozdějších předpisů, </w:t>
      </w:r>
      <w:r w:rsidRPr="00E4072B">
        <w:rPr>
          <w:b/>
        </w:rPr>
        <w:t>předání osvědčení o</w:t>
      </w:r>
      <w:r w:rsidR="00CB2DC6" w:rsidRPr="00E4072B">
        <w:rPr>
          <w:b/>
        </w:rPr>
        <w:t> </w:t>
      </w:r>
      <w:r w:rsidRPr="00E4072B">
        <w:rPr>
          <w:b/>
        </w:rPr>
        <w:t>bezpečnosti</w:t>
      </w:r>
      <w:r w:rsidRPr="00E4072B">
        <w:t xml:space="preserve"> zpracovaného nezávislým posuzovatelem podle prováděcího nařízení Komise (EU) č. 402/2013 ze dne 30. dubna 2013 o společné bezpečnostní metodě pro hodnocení a posuzování rizik a o zrušení nařízení (ES) č. 352/2009, </w:t>
      </w:r>
      <w:r w:rsidRPr="00E4072B">
        <w:rPr>
          <w:b/>
        </w:rPr>
        <w:t>předání souborného zpracování geodetické části dokumentace skutečného provedení stavby</w:t>
      </w:r>
      <w:r w:rsidRPr="00E4072B">
        <w:t xml:space="preserve"> a</w:t>
      </w:r>
      <w:r w:rsidR="00CB2DC6" w:rsidRPr="00E4072B">
        <w:t> </w:t>
      </w:r>
      <w:r w:rsidRPr="00E4072B">
        <w:t xml:space="preserve">kompletní technické části dokumentace skutečného provedení stavby bude provedeno nejpozději do </w:t>
      </w:r>
      <w:r w:rsidR="009A6D83" w:rsidRPr="00E4072B">
        <w:rPr>
          <w:rStyle w:val="Tun"/>
        </w:rPr>
        <w:t>6</w:t>
      </w:r>
      <w:r w:rsidRPr="00E4072B">
        <w:rPr>
          <w:rStyle w:val="Tun"/>
        </w:rPr>
        <w:t xml:space="preserve"> měsíců</w:t>
      </w:r>
      <w:r w:rsidRPr="00E4072B">
        <w:t xml:space="preserve"> </w:t>
      </w:r>
      <w:r w:rsidRPr="00E4072B">
        <w:rPr>
          <w:b/>
        </w:rPr>
        <w:t>ode</w:t>
      </w:r>
      <w:r w:rsidRPr="0029098E">
        <w:rPr>
          <w:b/>
        </w:rPr>
        <w:t xml:space="preserve"> dne podpisu posledního Zápisu o předání a převzetí Díla</w:t>
      </w:r>
      <w:r>
        <w:t>.</w:t>
      </w:r>
    </w:p>
    <w:p w14:paraId="05CDF72F" w14:textId="77777777" w:rsidR="001049DE" w:rsidRDefault="001049DE" w:rsidP="00CB2DC6">
      <w:pPr>
        <w:pStyle w:val="Textbezslovn"/>
      </w:pP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31AA33BD"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98FAF73" w14:textId="0EF44637" w:rsidR="0080720D" w:rsidRDefault="0080720D" w:rsidP="0080720D">
      <w:pPr>
        <w:pStyle w:val="Text1-1"/>
      </w:pPr>
      <w:r>
        <w:t>Místo plnění je dáno místem, v němž má být Dílo dle Dokumentace pro stavební povolení a příslušných veřejnoprávních povolení umístěno.</w:t>
      </w:r>
    </w:p>
    <w:p w14:paraId="6A639B7F" w14:textId="60AE211F" w:rsidR="00CB2DC6" w:rsidRPr="00E4072B" w:rsidRDefault="00CB2DC6" w:rsidP="00323112">
      <w:pPr>
        <w:pStyle w:val="Text1-1"/>
        <w:rPr>
          <w:i/>
          <w:color w:val="00B050"/>
        </w:rPr>
      </w:pPr>
      <w:r w:rsidRPr="00E4072B">
        <w:lastRenderedPageBreak/>
        <w:t>Odst.</w:t>
      </w:r>
      <w:r w:rsidR="00AA4762" w:rsidRPr="00E4072B">
        <w:t> </w:t>
      </w:r>
      <w:r w:rsidRPr="00E4072B">
        <w:t>13.9 přílohy č.</w:t>
      </w:r>
      <w:r w:rsidR="00745D88" w:rsidRPr="00E4072B">
        <w:t xml:space="preserve"> </w:t>
      </w:r>
      <w:r w:rsidRPr="00E4072B">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58F2E2DF" w14:textId="589ED421" w:rsidR="001049DE" w:rsidRPr="00E4072B" w:rsidRDefault="001049DE" w:rsidP="001049DE">
      <w:pPr>
        <w:pStyle w:val="Text1-1"/>
        <w:numPr>
          <w:ilvl w:val="0"/>
          <w:numId w:val="0"/>
        </w:numPr>
        <w:ind w:left="737"/>
      </w:pPr>
      <w:r w:rsidRPr="00E4072B">
        <w:t>Výkon autorského dozoru bude fakturován u každé stavby samostatně jednorázově ke dni ukončení stavby podle odsouhlaseného počtu hodin a podle nabídkové hodinové sazby.</w:t>
      </w:r>
      <w:r w:rsidR="0080720D">
        <w:t xml:space="preserve"> </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Pr="00E4072B"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E4072B">
        <w:t>vyžádání doložit Objednateli.</w:t>
      </w:r>
    </w:p>
    <w:p w14:paraId="2E6470BD" w14:textId="31770A9B" w:rsidR="007C42A7" w:rsidRPr="00E4072B" w:rsidRDefault="001049DE" w:rsidP="001049DE">
      <w:pPr>
        <w:pStyle w:val="Text1-1"/>
      </w:pPr>
      <w:r w:rsidRPr="00E4072B">
        <w:t>NEOBSAZENO</w:t>
      </w:r>
    </w:p>
    <w:p w14:paraId="4495986C" w14:textId="77777777" w:rsidR="006B2208" w:rsidRPr="00766186" w:rsidRDefault="006B2208" w:rsidP="006B2208">
      <w:pPr>
        <w:pStyle w:val="Text1-1"/>
      </w:pPr>
      <w:r w:rsidRPr="00E4072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w:t>
      </w:r>
      <w:r w:rsidRPr="00766186">
        <w:t xml:space="preserve">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w:t>
      </w:r>
      <w:r w:rsidRPr="007A4505">
        <w:lastRenderedPageBreak/>
        <w:t xml:space="preserve">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proofErr w:type="spellStart"/>
      <w:r w:rsidRPr="00DB3C3F">
        <w:t>Compliance</w:t>
      </w:r>
      <w:proofErr w:type="spellEnd"/>
      <w:r w:rsidRPr="00DB3C3F">
        <w:t xml:space="preserv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B3C3F">
        <w:t>compliance</w:t>
      </w:r>
      <w:proofErr w:type="spellEnd"/>
      <w:r w:rsidRPr="00DB3C3F">
        <w:t xml:space="preserv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xml:space="preserve">) této Smlouvy, budou probíhat primárně distančním způsobem (elektronicky, např. MS </w:t>
      </w:r>
      <w:proofErr w:type="spellStart"/>
      <w:r w:rsidRPr="00513891">
        <w:rPr>
          <w:rFonts w:eastAsia="Times New Roman" w:cs="Times New Roman"/>
          <w:sz w:val="18"/>
          <w:szCs w:val="18"/>
        </w:rPr>
        <w:t>Teams</w:t>
      </w:r>
      <w:proofErr w:type="spellEnd"/>
      <w:r w:rsidRPr="00513891">
        <w:rPr>
          <w:rFonts w:eastAsia="Times New Roman" w:cs="Times New Roman"/>
          <w:sz w:val="18"/>
          <w:szCs w:val="18"/>
        </w:rPr>
        <w:t xml:space="preserve">, Google </w:t>
      </w:r>
      <w:proofErr w:type="spellStart"/>
      <w:r w:rsidRPr="00513891">
        <w:rPr>
          <w:rFonts w:eastAsia="Times New Roman" w:cs="Times New Roman"/>
          <w:sz w:val="18"/>
          <w:szCs w:val="18"/>
        </w:rPr>
        <w:t>meet</w:t>
      </w:r>
      <w:proofErr w:type="spellEnd"/>
      <w:r w:rsidRPr="00513891">
        <w:rPr>
          <w:rFonts w:eastAsia="Times New Roman" w:cs="Times New Roman"/>
          <w:sz w:val="18"/>
          <w:szCs w:val="18"/>
        </w:rPr>
        <w: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w:t>
      </w:r>
      <w:r w:rsidRPr="00513891">
        <w:rPr>
          <w:rFonts w:eastAsia="Times New Roman" w:cs="Times New Roman"/>
          <w:sz w:val="18"/>
          <w:szCs w:val="18"/>
        </w:rPr>
        <w:lastRenderedPageBreak/>
        <w:t>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 xml:space="preserve">obchodním zvyklostem, které tak nemají přednost před ustanoveními zákona dle </w:t>
      </w:r>
      <w:proofErr w:type="spellStart"/>
      <w:r w:rsidRPr="00513891">
        <w:t>ust</w:t>
      </w:r>
      <w:proofErr w:type="spellEnd"/>
      <w:r w:rsidRPr="00513891">
        <w: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 xml:space="preserve">Pokud dojde v důsledku převodu podnikatelské činnosti Zhotovitele ke změně v osobě Zhotovitele, je nový Zhotovitel povinen do 5 pracovních dnů ode dne, </w:t>
      </w:r>
      <w:r w:rsidRPr="00513891">
        <w:lastRenderedPageBreak/>
        <w:t>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7089FD43" w:rsidR="007D26F9" w:rsidRDefault="007D26F9" w:rsidP="00342DC7">
      <w:pPr>
        <w:pStyle w:val="Textbezslovn"/>
      </w:pPr>
      <w:r w:rsidRPr="00A349C6">
        <w:rPr>
          <w:b/>
        </w:rPr>
        <w:t>Příloha č. 1:</w:t>
      </w:r>
      <w:r w:rsidR="008F7242">
        <w:t xml:space="preserve"> </w:t>
      </w:r>
      <w:r w:rsidR="008F7242">
        <w:tab/>
      </w:r>
      <w:r>
        <w:t xml:space="preserve">Obchodní podmínky – </w:t>
      </w:r>
      <w:r w:rsidR="00BB21C0" w:rsidRPr="00BB21C0">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0CC609A3" w:rsidR="007D26F9" w:rsidRDefault="00F43D42" w:rsidP="00F43D42">
      <w:pPr>
        <w:pStyle w:val="Textbezslovn"/>
        <w:ind w:left="2127"/>
      </w:pPr>
      <w:r>
        <w:t xml:space="preserve">b) </w:t>
      </w:r>
      <w:r w:rsidR="007D26F9">
        <w:t xml:space="preserve">Všeobecné technické podmínky – </w:t>
      </w:r>
      <w:r w:rsidR="00BB21C0" w:rsidRPr="00BB21C0">
        <w:rPr>
          <w:b/>
        </w:rPr>
        <w:t>VTP/P+R/06/20</w:t>
      </w:r>
    </w:p>
    <w:p w14:paraId="53360C92" w14:textId="239FA62A" w:rsidR="007D26F9" w:rsidRPr="00E4072B" w:rsidRDefault="00F43D42" w:rsidP="00F43D42">
      <w:pPr>
        <w:pStyle w:val="Textbezslovn"/>
        <w:ind w:left="2127"/>
      </w:pPr>
      <w:r>
        <w:t xml:space="preserve">c) </w:t>
      </w:r>
      <w:r w:rsidR="007D26F9" w:rsidRPr="00E4072B">
        <w:t xml:space="preserve">Zvláštní technické podmínky </w:t>
      </w:r>
      <w:r w:rsidR="00BB21C0" w:rsidRPr="00E4072B">
        <w:t>pro každou stavbu:</w:t>
      </w:r>
    </w:p>
    <w:p w14:paraId="5FC43223" w14:textId="32787645" w:rsidR="00C3688C" w:rsidRPr="00E4072B" w:rsidRDefault="00C3688C" w:rsidP="002D01E6">
      <w:pPr>
        <w:pStyle w:val="Textbezslovn"/>
        <w:ind w:left="2268"/>
        <w:rPr>
          <w:b/>
        </w:rPr>
      </w:pPr>
      <w:r w:rsidRPr="00E4072B">
        <w:rPr>
          <w:b/>
        </w:rPr>
        <w:t xml:space="preserve">ZTP „Doplnění závor na přejezdu P7354 v km 86,771 trati Ostrava Kunčice – Valašské Meziříčí“ </w:t>
      </w:r>
      <w:r w:rsidRPr="00E4072B">
        <w:t>z 11. 1. 2021</w:t>
      </w:r>
    </w:p>
    <w:p w14:paraId="04C46147" w14:textId="6DC0F961" w:rsidR="00C3688C" w:rsidRPr="00E4072B" w:rsidRDefault="00C3688C" w:rsidP="002D01E6">
      <w:pPr>
        <w:pStyle w:val="Textbezslovn"/>
        <w:ind w:left="2268"/>
        <w:rPr>
          <w:b/>
        </w:rPr>
      </w:pPr>
      <w:r w:rsidRPr="00E4072B">
        <w:rPr>
          <w:b/>
        </w:rPr>
        <w:t>ZTP  „Rekonstrukce PZS přejezdu P7357 v km 88,726 trati Ostrava Kunčice - Valašské Meziříčí“</w:t>
      </w:r>
      <w:r w:rsidRPr="00E4072B">
        <w:t xml:space="preserve"> z 11. 1. 2021</w:t>
      </w:r>
    </w:p>
    <w:p w14:paraId="7CD49E3B" w14:textId="1B8C4FB0" w:rsidR="00C3688C" w:rsidRPr="00E4072B" w:rsidRDefault="00C3688C" w:rsidP="002D01E6">
      <w:pPr>
        <w:pStyle w:val="Textbezslovn"/>
        <w:ind w:left="2268"/>
        <w:rPr>
          <w:b/>
        </w:rPr>
      </w:pPr>
      <w:r w:rsidRPr="00E4072B">
        <w:rPr>
          <w:b/>
        </w:rPr>
        <w:t>ZTP „Rekonstrukce PZS přejezdu P7390 v km 107,592 trati Valašské Meziříčí - Frýdek Místek“</w:t>
      </w:r>
      <w:r w:rsidRPr="00E4072B">
        <w:t xml:space="preserve"> z 11. 1. 2021</w:t>
      </w:r>
    </w:p>
    <w:p w14:paraId="027B1663" w14:textId="77777777" w:rsidR="00BB21C0" w:rsidRPr="00E4072B" w:rsidRDefault="00BB21C0" w:rsidP="00F43D42">
      <w:pPr>
        <w:pStyle w:val="Textbezslovn"/>
        <w:ind w:left="2127"/>
      </w:pPr>
    </w:p>
    <w:p w14:paraId="5B8D1A40" w14:textId="77777777" w:rsidR="007D26F9" w:rsidRDefault="007D26F9" w:rsidP="00342DC7">
      <w:pPr>
        <w:pStyle w:val="Textbezslovn"/>
      </w:pPr>
      <w:r w:rsidRPr="00E4072B">
        <w:rPr>
          <w:b/>
        </w:rPr>
        <w:t>Příloha č. 3:</w:t>
      </w:r>
      <w:r w:rsidR="008F7242" w:rsidRPr="00E4072B">
        <w:t xml:space="preserve"> </w:t>
      </w:r>
      <w:r w:rsidR="00342DC7" w:rsidRPr="00E4072B">
        <w:tab/>
      </w:r>
      <w:r w:rsidRPr="00E4072B">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 xml:space="preserve">iroslav </w:t>
      </w:r>
      <w:proofErr w:type="spellStart"/>
      <w:r>
        <w:rPr>
          <w:b/>
        </w:rPr>
        <w:t>Bocák</w:t>
      </w:r>
      <w:proofErr w:type="spellEnd"/>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38A2A2F4" w:rsidR="007145F3" w:rsidRDefault="00BB21C0" w:rsidP="00CB4F6D">
      <w:pPr>
        <w:pStyle w:val="Textbezodsazen"/>
      </w:pPr>
      <w:r w:rsidRPr="00BB21C0">
        <w:rPr>
          <w:b/>
        </w:rPr>
        <w:t>OP/P+R/25/21</w:t>
      </w: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Pr="00E4072B"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 xml:space="preserve">příslušné </w:t>
      </w:r>
      <w:r w:rsidRPr="00E4072B">
        <w:t>kapitole TKP Staveb.</w:t>
      </w:r>
    </w:p>
    <w:p w14:paraId="5B598113" w14:textId="2009EEFE" w:rsidR="00342DC7" w:rsidRPr="00E4072B" w:rsidRDefault="00342DC7" w:rsidP="00342DC7">
      <w:pPr>
        <w:pStyle w:val="Odstavec1-1a"/>
        <w:rPr>
          <w:rStyle w:val="Tun"/>
        </w:rPr>
      </w:pPr>
      <w:r w:rsidRPr="00E4072B">
        <w:rPr>
          <w:rStyle w:val="Tun"/>
        </w:rPr>
        <w:t xml:space="preserve">Všeobecné technické podmínky </w:t>
      </w:r>
      <w:r w:rsidR="00C3688C" w:rsidRPr="00E4072B">
        <w:rPr>
          <w:b/>
        </w:rPr>
        <w:t>VTP/P+R/06/20</w:t>
      </w:r>
    </w:p>
    <w:p w14:paraId="0C3AD0E1" w14:textId="77777777" w:rsidR="00C3688C" w:rsidRPr="00E4072B" w:rsidRDefault="00342DC7" w:rsidP="00C3688C">
      <w:pPr>
        <w:pStyle w:val="Odstavec1-1a"/>
        <w:rPr>
          <w:rStyle w:val="Tun"/>
          <w:b w:val="0"/>
        </w:rPr>
      </w:pPr>
      <w:r w:rsidRPr="00E4072B">
        <w:rPr>
          <w:rStyle w:val="Tun"/>
        </w:rPr>
        <w:t xml:space="preserve">Zvláštní technické podmínky </w:t>
      </w:r>
    </w:p>
    <w:p w14:paraId="09A5A1DF" w14:textId="5F098B88" w:rsidR="00C3688C" w:rsidRPr="00E4072B" w:rsidRDefault="00C3688C" w:rsidP="00C3688C">
      <w:pPr>
        <w:pStyle w:val="Odstavec1-1a"/>
        <w:numPr>
          <w:ilvl w:val="0"/>
          <w:numId w:val="0"/>
        </w:numPr>
        <w:ind w:left="1134"/>
        <w:rPr>
          <w:b/>
        </w:rPr>
      </w:pPr>
      <w:r w:rsidRPr="00E4072B">
        <w:rPr>
          <w:b/>
        </w:rPr>
        <w:t>ZTP „Doplnění závor na přejezdu P7354 v km 86,771 trati Ostrava Kunčice – Valašské Meziříčí“ z 11. 1. 2021</w:t>
      </w:r>
    </w:p>
    <w:p w14:paraId="323F93D9" w14:textId="77777777" w:rsidR="00C3688C" w:rsidRPr="00E4072B" w:rsidRDefault="00C3688C" w:rsidP="00C3688C">
      <w:pPr>
        <w:pStyle w:val="Textbezslovn"/>
        <w:ind w:left="1134"/>
        <w:rPr>
          <w:b/>
        </w:rPr>
      </w:pPr>
      <w:r w:rsidRPr="00E4072B">
        <w:rPr>
          <w:b/>
        </w:rPr>
        <w:t>ZTP  „Rekonstrukce PZS přejezdu P7357 v km 88,726 trati Ostrava Kunčice - Valašské Meziříčí“</w:t>
      </w:r>
      <w:r w:rsidRPr="00E4072B">
        <w:t xml:space="preserve"> z 11. 1. 2021</w:t>
      </w:r>
    </w:p>
    <w:p w14:paraId="4C17A946" w14:textId="77777777" w:rsidR="00C3688C" w:rsidRPr="00E4072B" w:rsidRDefault="00C3688C" w:rsidP="00C3688C">
      <w:pPr>
        <w:pStyle w:val="Textbezslovn"/>
        <w:ind w:left="1134"/>
        <w:rPr>
          <w:b/>
        </w:rPr>
      </w:pPr>
      <w:r w:rsidRPr="00E4072B">
        <w:rPr>
          <w:b/>
        </w:rPr>
        <w:t>ZTP „Rekonstrukce PZS přejezdu P7390 v km 107,592 trati Valašské Meziříčí - Frýdek Místek“</w:t>
      </w:r>
      <w:r w:rsidRPr="00E4072B">
        <w:t xml:space="preserve"> z 11. 1. 2021</w:t>
      </w:r>
    </w:p>
    <w:p w14:paraId="510E5AB8" w14:textId="3C5E02E9" w:rsidR="00342DC7" w:rsidRPr="00C3688C" w:rsidRDefault="00342DC7" w:rsidP="00C3688C">
      <w:pPr>
        <w:pStyle w:val="Odstavec1-1a"/>
        <w:numPr>
          <w:ilvl w:val="0"/>
          <w:numId w:val="0"/>
        </w:numPr>
        <w:ind w:left="1077"/>
        <w:rPr>
          <w:b/>
        </w:rPr>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3B822124" w:rsidR="00AE4B52" w:rsidRDefault="00AE4B52" w:rsidP="001F518E">
      <w:pPr>
        <w:pStyle w:val="Nadpisbezsl1-2"/>
      </w:pPr>
      <w:r w:rsidRPr="001F518E">
        <w:t>Související dokumenty</w:t>
      </w:r>
    </w:p>
    <w:p w14:paraId="0A3E4417" w14:textId="0CCF214F" w:rsidR="0080720D" w:rsidRPr="0080720D" w:rsidRDefault="0080720D" w:rsidP="0080720D">
      <w:pPr>
        <w:pStyle w:val="Textbezodsazen"/>
        <w:numPr>
          <w:ilvl w:val="0"/>
          <w:numId w:val="49"/>
        </w:numPr>
      </w:pPr>
      <w:r>
        <w:t xml:space="preserve">Zjednodušená dokumentace „stádiu 2“ </w:t>
      </w:r>
      <w:r w:rsidRPr="000F62BD">
        <w:rPr>
          <w:b/>
        </w:rPr>
        <w:t>„Doplnění závor na přejezdu P7354 v km 86,771 trati</w:t>
      </w:r>
      <w:r>
        <w:rPr>
          <w:b/>
        </w:rPr>
        <w:t xml:space="preserve"> </w:t>
      </w:r>
      <w:r w:rsidRPr="000F62BD">
        <w:rPr>
          <w:b/>
        </w:rPr>
        <w:t>Ostrava Kunčice – Valašské Meziříčí“</w:t>
      </w:r>
    </w:p>
    <w:p w14:paraId="7F192E5C" w14:textId="234F7B3F" w:rsidR="001F518E" w:rsidRPr="00323112" w:rsidRDefault="00323112" w:rsidP="00323112">
      <w:pPr>
        <w:pStyle w:val="Textbezodsazen"/>
        <w:numPr>
          <w:ilvl w:val="0"/>
          <w:numId w:val="49"/>
        </w:numPr>
      </w:pPr>
      <w:r>
        <w:t>Zjednodušená dokumentace ve „stádiu 2“ „</w:t>
      </w:r>
      <w:r w:rsidRPr="00244885">
        <w:rPr>
          <w:b/>
        </w:rPr>
        <w:t xml:space="preserve">Rekonstrukce PZS </w:t>
      </w:r>
      <w:r w:rsidRPr="00D56032">
        <w:rPr>
          <w:b/>
        </w:rPr>
        <w:t>přejezd</w:t>
      </w:r>
      <w:r>
        <w:rPr>
          <w:b/>
        </w:rPr>
        <w:t>u</w:t>
      </w:r>
      <w:r w:rsidRPr="00D56032">
        <w:rPr>
          <w:b/>
        </w:rPr>
        <w:t xml:space="preserve"> P</w:t>
      </w:r>
      <w:r>
        <w:rPr>
          <w:b/>
        </w:rPr>
        <w:t>7357</w:t>
      </w:r>
      <w:r w:rsidRPr="00D56032">
        <w:rPr>
          <w:b/>
        </w:rPr>
        <w:t xml:space="preserve"> v km </w:t>
      </w:r>
      <w:r>
        <w:rPr>
          <w:b/>
        </w:rPr>
        <w:t xml:space="preserve">88,726 </w:t>
      </w:r>
      <w:r w:rsidRPr="00D56032">
        <w:rPr>
          <w:b/>
        </w:rPr>
        <w:t xml:space="preserve">trati </w:t>
      </w:r>
      <w:r>
        <w:rPr>
          <w:b/>
        </w:rPr>
        <w:t>Ostrava Kunčice – Valašské Meziříčí“</w:t>
      </w:r>
    </w:p>
    <w:p w14:paraId="28569559" w14:textId="0B5639D0" w:rsidR="00323112" w:rsidRPr="00323112" w:rsidRDefault="00323112" w:rsidP="00323112">
      <w:pPr>
        <w:pStyle w:val="Textbezodsazen"/>
        <w:numPr>
          <w:ilvl w:val="0"/>
          <w:numId w:val="49"/>
        </w:numPr>
      </w:pPr>
      <w:r>
        <w:t xml:space="preserve">Zjednodušená dokumentace „stádiu 2“ </w:t>
      </w:r>
      <w:r w:rsidRPr="00244885">
        <w:rPr>
          <w:b/>
        </w:rPr>
        <w:t>„Rekonstrukce PZS přejezdu P73</w:t>
      </w:r>
      <w:r>
        <w:rPr>
          <w:b/>
        </w:rPr>
        <w:t>90</w:t>
      </w:r>
      <w:r w:rsidRPr="00244885">
        <w:rPr>
          <w:b/>
        </w:rPr>
        <w:t xml:space="preserve"> v km </w:t>
      </w:r>
      <w:r>
        <w:rPr>
          <w:b/>
        </w:rPr>
        <w:t>107,592</w:t>
      </w:r>
      <w:r w:rsidRPr="00244885">
        <w:rPr>
          <w:b/>
        </w:rPr>
        <w:t xml:space="preserve"> trati Valašské Meziříčí</w:t>
      </w:r>
      <w:r>
        <w:rPr>
          <w:b/>
        </w:rPr>
        <w:t xml:space="preserve"> – Frýdek Místek</w:t>
      </w:r>
      <w:r w:rsidRPr="00244885">
        <w:rPr>
          <w:b/>
        </w:rPr>
        <w:t>“</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11EE0F7D" w14:textId="7DAA3C47" w:rsidR="003313FC" w:rsidRDefault="006A698D" w:rsidP="006A698D">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 dle stavebních objektů (SO), provozních soub</w:t>
      </w:r>
      <w:r w:rsidR="003313FC">
        <w:rPr>
          <w:b/>
          <w:sz w:val="18"/>
          <w:szCs w:val="18"/>
        </w:rPr>
        <w:t>orů (PS) a všeobecného objektu</w:t>
      </w:r>
      <w:r w:rsidR="009064E8">
        <w:rPr>
          <w:b/>
          <w:sz w:val="18"/>
          <w:szCs w:val="18"/>
        </w:rPr>
        <w:t>,</w:t>
      </w:r>
      <w:r w:rsidR="003313FC">
        <w:rPr>
          <w:b/>
          <w:sz w:val="18"/>
          <w:szCs w:val="18"/>
        </w:rPr>
        <w:t xml:space="preserve"> a to samostatně pro stavby:</w:t>
      </w:r>
    </w:p>
    <w:p w14:paraId="7AFFBDBA" w14:textId="77777777" w:rsidR="003313FC" w:rsidRPr="003313FC" w:rsidRDefault="003313FC" w:rsidP="003313FC">
      <w:pPr>
        <w:pStyle w:val="Textbezslovn"/>
        <w:numPr>
          <w:ilvl w:val="0"/>
          <w:numId w:val="47"/>
        </w:numPr>
        <w:ind w:left="426"/>
        <w:rPr>
          <w:b/>
        </w:rPr>
      </w:pPr>
      <w:r w:rsidRPr="003313FC">
        <w:rPr>
          <w:b/>
        </w:rPr>
        <w:t>Stavba 1 „Doplnění závor na přejezdu P7354 v km 86,771 trati Ostrava Kunčice – Valašské Meziříčí“</w:t>
      </w:r>
    </w:p>
    <w:p w14:paraId="401E75AB" w14:textId="77777777" w:rsidR="003313FC" w:rsidRPr="003313FC" w:rsidRDefault="003313FC" w:rsidP="003313FC">
      <w:pPr>
        <w:pStyle w:val="Textbezslovn"/>
        <w:numPr>
          <w:ilvl w:val="0"/>
          <w:numId w:val="47"/>
        </w:numPr>
        <w:ind w:left="426"/>
        <w:rPr>
          <w:b/>
        </w:rPr>
      </w:pPr>
      <w:r w:rsidRPr="003313FC">
        <w:rPr>
          <w:b/>
        </w:rPr>
        <w:t>Stavba 2 „Rekonstrukce PZS přejezdu P7357 v km 88,726 trati Ostrava Kunčice - Valašské Meziříčí“</w:t>
      </w:r>
    </w:p>
    <w:p w14:paraId="6B94E694" w14:textId="77777777" w:rsidR="003313FC" w:rsidRPr="003313FC" w:rsidRDefault="003313FC" w:rsidP="003313FC">
      <w:pPr>
        <w:pStyle w:val="Textbezslovn"/>
        <w:numPr>
          <w:ilvl w:val="0"/>
          <w:numId w:val="47"/>
        </w:numPr>
        <w:ind w:left="426"/>
        <w:rPr>
          <w:b/>
        </w:rPr>
      </w:pPr>
      <w:r w:rsidRPr="003313FC">
        <w:rPr>
          <w:b/>
        </w:rPr>
        <w:t>Stavba 3 „Rekonstrukce PZS přejezdu P7390 v km 107,592 trati Valašské Meziříčí - Frýdek Místek“</w:t>
      </w:r>
    </w:p>
    <w:p w14:paraId="0AEC6C7C" w14:textId="77777777" w:rsidR="003313FC" w:rsidRDefault="003313FC" w:rsidP="006A698D">
      <w:pPr>
        <w:spacing w:after="120" w:line="264" w:lineRule="auto"/>
        <w:jc w:val="both"/>
        <w:rPr>
          <w:b/>
          <w:sz w:val="18"/>
          <w:szCs w:val="18"/>
        </w:rPr>
      </w:pPr>
    </w:p>
    <w:p w14:paraId="0D07C3D1" w14:textId="2BE8540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2AB82DB1" w:rsidR="006A698D" w:rsidRDefault="006A698D" w:rsidP="006A698D">
      <w:pPr>
        <w:spacing w:after="120" w:line="264" w:lineRule="auto"/>
        <w:jc w:val="both"/>
        <w:rPr>
          <w:sz w:val="18"/>
          <w:szCs w:val="18"/>
        </w:rPr>
      </w:pPr>
      <w:r w:rsidRPr="006A698D">
        <w:rPr>
          <w:sz w:val="18"/>
          <w:szCs w:val="18"/>
        </w:rPr>
        <w:t>Z toho:</w:t>
      </w:r>
    </w:p>
    <w:p w14:paraId="06B48C11" w14:textId="77777777" w:rsidR="003313FC" w:rsidRPr="003313FC" w:rsidRDefault="003313FC" w:rsidP="003313FC">
      <w:pPr>
        <w:pStyle w:val="Odstavec1-1a"/>
        <w:numPr>
          <w:ilvl w:val="0"/>
          <w:numId w:val="42"/>
        </w:numPr>
        <w:ind w:left="709"/>
        <w:rPr>
          <w:b/>
        </w:rPr>
      </w:pPr>
      <w:r w:rsidRPr="003313FC">
        <w:rPr>
          <w:b/>
        </w:rPr>
        <w:t>Stavba 1 „Doplnění závor na přejezdu P7354 v km 86,771 trati Ostrava Kunčice – Valašské Meziříčí“</w:t>
      </w:r>
    </w:p>
    <w:p w14:paraId="4E471F3C" w14:textId="4BF4B689"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19861971" w14:textId="7ECA13B8"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488AB2F5" w14:textId="1512BF60"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7E2F1589" w14:textId="4C401388" w:rsid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513A2338" w14:textId="1A66FE48" w:rsidR="003313FC" w:rsidRDefault="003313FC" w:rsidP="003313FC">
      <w:pPr>
        <w:spacing w:after="80" w:line="264" w:lineRule="auto"/>
        <w:ind w:left="1077"/>
        <w:jc w:val="both"/>
        <w:rPr>
          <w:b/>
          <w:sz w:val="18"/>
          <w:szCs w:val="18"/>
        </w:rPr>
      </w:pPr>
    </w:p>
    <w:p w14:paraId="4CF7F6EA" w14:textId="77777777" w:rsidR="003313FC" w:rsidRPr="003313FC" w:rsidRDefault="003313FC" w:rsidP="003313FC">
      <w:pPr>
        <w:pStyle w:val="Odstavec1-1a"/>
        <w:numPr>
          <w:ilvl w:val="0"/>
          <w:numId w:val="42"/>
        </w:numPr>
        <w:ind w:left="709"/>
        <w:rPr>
          <w:b/>
        </w:rPr>
      </w:pPr>
      <w:r w:rsidRPr="003313FC">
        <w:rPr>
          <w:b/>
        </w:rPr>
        <w:t>Stavba 2 „Rekonstrukce PZS přejezdu P7357 v km 88,726 trati Ostrava Kunčice - Valašské Meziříčí“</w:t>
      </w:r>
    </w:p>
    <w:p w14:paraId="229D5310" w14:textId="026D2E24" w:rsidR="003313FC" w:rsidRPr="003313FC" w:rsidRDefault="003313FC" w:rsidP="003313FC">
      <w:pPr>
        <w:pStyle w:val="Odstavec1-1a"/>
        <w:numPr>
          <w:ilvl w:val="0"/>
          <w:numId w:val="44"/>
        </w:numPr>
        <w:rPr>
          <w:b/>
        </w:rPr>
      </w:pPr>
      <w:r w:rsidRPr="003313FC">
        <w:rPr>
          <w:b/>
        </w:rPr>
        <w:t xml:space="preserve">Smluvní cena bez DPH za Projektovou dokumentaci </w:t>
      </w:r>
      <w:r w:rsidRPr="003313FC">
        <w:t>ve výši</w:t>
      </w:r>
      <w:r w:rsidRPr="003313FC">
        <w:rPr>
          <w:b/>
        </w:rPr>
        <w:t xml:space="preserve"> </w:t>
      </w:r>
      <w:r w:rsidRPr="003313FC">
        <w:rPr>
          <w:b/>
          <w:highlight w:val="yellow"/>
        </w:rPr>
        <w:fldChar w:fldCharType="begin"/>
      </w:r>
      <w:r w:rsidRPr="003313FC">
        <w:rPr>
          <w:b/>
          <w:highlight w:val="yellow"/>
        </w:rPr>
        <w:instrText xml:space="preserve"> MACROBUTTON  VložitŠirokouMezeru "[VLOŽÍ ZHOTOVITEL]" </w:instrText>
      </w:r>
      <w:r w:rsidRPr="003313FC">
        <w:rPr>
          <w:b/>
          <w:highlight w:val="yellow"/>
        </w:rPr>
        <w:fldChar w:fldCharType="end"/>
      </w:r>
      <w:r w:rsidRPr="003313FC">
        <w:rPr>
          <w:b/>
        </w:rPr>
        <w:t xml:space="preserve"> Kč</w:t>
      </w:r>
    </w:p>
    <w:p w14:paraId="08884AA2" w14:textId="77777777" w:rsidR="003313FC" w:rsidRPr="006A698D" w:rsidRDefault="003313FC" w:rsidP="003313F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6FA3D6B5" w14:textId="77777777" w:rsidR="003313FC" w:rsidRPr="006A698D" w:rsidRDefault="003313FC" w:rsidP="003313F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7B70BDE2" w14:textId="77777777" w:rsidR="003313FC" w:rsidRPr="006A698D" w:rsidRDefault="003313FC" w:rsidP="003313FC">
      <w:pPr>
        <w:numPr>
          <w:ilvl w:val="0"/>
          <w:numId w:val="12"/>
        </w:numPr>
        <w:spacing w:after="80" w:line="264" w:lineRule="auto"/>
        <w:jc w:val="both"/>
        <w:rPr>
          <w:b/>
          <w:sz w:val="18"/>
          <w:szCs w:val="18"/>
        </w:rPr>
      </w:pPr>
      <w:r w:rsidRPr="006A698D">
        <w:rPr>
          <w:b/>
          <w:sz w:val="18"/>
          <w:szCs w:val="18"/>
        </w:rPr>
        <w:lastRenderedPageBreak/>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2F31891A" w14:textId="239F6BDA" w:rsidR="003313FC" w:rsidRDefault="003313FC" w:rsidP="003313FC">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35F95529" w14:textId="35576FC7" w:rsidR="003313FC" w:rsidRDefault="003313FC" w:rsidP="003313FC">
      <w:pPr>
        <w:spacing w:after="80" w:line="264" w:lineRule="auto"/>
        <w:ind w:left="1077"/>
        <w:jc w:val="both"/>
        <w:rPr>
          <w:b/>
          <w:sz w:val="18"/>
          <w:szCs w:val="18"/>
        </w:rPr>
      </w:pPr>
    </w:p>
    <w:p w14:paraId="0B42D824" w14:textId="77777777" w:rsidR="003313FC" w:rsidRPr="003313FC" w:rsidRDefault="003313FC" w:rsidP="003313FC">
      <w:pPr>
        <w:pStyle w:val="Odstavec1-1a"/>
        <w:numPr>
          <w:ilvl w:val="0"/>
          <w:numId w:val="42"/>
        </w:numPr>
        <w:ind w:left="709"/>
        <w:rPr>
          <w:b/>
        </w:rPr>
      </w:pPr>
      <w:r w:rsidRPr="003313FC">
        <w:rPr>
          <w:b/>
        </w:rPr>
        <w:t>Stavba 3 „Rekonstrukce PZS přejezdu P7390 v km 107,592 trati Valašské Meziříčí - Frýdek Místek“</w:t>
      </w:r>
    </w:p>
    <w:p w14:paraId="259BCC59" w14:textId="66B0F26F" w:rsidR="003313FC" w:rsidRPr="003313FC" w:rsidRDefault="003313FC" w:rsidP="003313FC">
      <w:pPr>
        <w:pStyle w:val="Odstavec1-1a"/>
        <w:numPr>
          <w:ilvl w:val="0"/>
          <w:numId w:val="46"/>
        </w:numPr>
        <w:rPr>
          <w:b/>
        </w:rPr>
      </w:pPr>
      <w:r w:rsidRPr="003313FC">
        <w:rPr>
          <w:b/>
        </w:rPr>
        <w:t xml:space="preserve">Smluvní cena bez DPH za Projektovou dokumentaci </w:t>
      </w:r>
      <w:r w:rsidRPr="003313FC">
        <w:t>ve výši</w:t>
      </w:r>
      <w:r w:rsidRPr="003313FC">
        <w:rPr>
          <w:b/>
        </w:rPr>
        <w:t xml:space="preserve"> </w:t>
      </w:r>
      <w:r w:rsidRPr="003313FC">
        <w:rPr>
          <w:b/>
          <w:highlight w:val="yellow"/>
        </w:rPr>
        <w:fldChar w:fldCharType="begin"/>
      </w:r>
      <w:r w:rsidRPr="003313FC">
        <w:rPr>
          <w:b/>
          <w:highlight w:val="yellow"/>
        </w:rPr>
        <w:instrText xml:space="preserve"> MACROBUTTON  VložitŠirokouMezeru "[VLOŽÍ ZHOTOVITEL]" </w:instrText>
      </w:r>
      <w:r w:rsidRPr="003313FC">
        <w:rPr>
          <w:b/>
          <w:highlight w:val="yellow"/>
        </w:rPr>
        <w:fldChar w:fldCharType="end"/>
      </w:r>
      <w:r w:rsidRPr="003313FC">
        <w:rPr>
          <w:b/>
        </w:rPr>
        <w:t xml:space="preserve"> Kč</w:t>
      </w:r>
    </w:p>
    <w:p w14:paraId="64FB4AAC" w14:textId="77777777" w:rsidR="003313FC" w:rsidRPr="006A698D" w:rsidRDefault="003313FC" w:rsidP="003313FC">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176C883F" w14:textId="77777777" w:rsidR="003313FC" w:rsidRPr="006A698D" w:rsidRDefault="003313FC" w:rsidP="003313FC">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39B3919C" w14:textId="77777777" w:rsidR="003313FC" w:rsidRPr="006A698D" w:rsidRDefault="003313FC" w:rsidP="003313FC">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38E5D468" w14:textId="77777777" w:rsidR="003313FC" w:rsidRDefault="003313FC" w:rsidP="003313FC">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7667E8BA" w14:textId="77777777" w:rsidR="003313FC" w:rsidRDefault="003313FC" w:rsidP="003313FC">
      <w:pPr>
        <w:spacing w:after="80" w:line="264" w:lineRule="auto"/>
        <w:ind w:left="1077"/>
        <w:jc w:val="both"/>
        <w:rPr>
          <w:b/>
          <w:sz w:val="18"/>
          <w:szCs w:val="18"/>
        </w:rPr>
      </w:pPr>
    </w:p>
    <w:p w14:paraId="7C35D889" w14:textId="77777777" w:rsidR="003313FC" w:rsidRPr="006A698D" w:rsidRDefault="003313FC" w:rsidP="003313FC">
      <w:pPr>
        <w:spacing w:after="80" w:line="264" w:lineRule="auto"/>
        <w:ind w:left="1077"/>
        <w:jc w:val="both"/>
        <w:rPr>
          <w:b/>
          <w:sz w:val="18"/>
          <w:szCs w:val="18"/>
        </w:rPr>
      </w:pP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12522F0C" w14:textId="33246025" w:rsidR="001F518E" w:rsidRPr="001F518E" w:rsidRDefault="001F518E" w:rsidP="004000DE">
      <w:pPr>
        <w:pStyle w:val="Nadpisbezsl1-2"/>
      </w:pPr>
      <w:r w:rsidRPr="001F518E">
        <w:t>Harmonogram postupu prací</w:t>
      </w:r>
    </w:p>
    <w:p w14:paraId="75E39EE5" w14:textId="77777777" w:rsidR="001F518E" w:rsidRPr="00D96040" w:rsidRDefault="001F518E" w:rsidP="001F518E">
      <w:pPr>
        <w:pStyle w:val="Textbezodsazen"/>
        <w:rPr>
          <w:i/>
        </w:rPr>
      </w:pPr>
      <w:r w:rsidRPr="003313FC">
        <w:rPr>
          <w:i/>
          <w:highlight w:val="yellow"/>
        </w:rPr>
        <w:t>Do přílohy smlouvy bude vloženo grafické znázornění postupu prací (Harmonogram postupu prací) předložené</w:t>
      </w:r>
      <w:r w:rsidR="00A349C6" w:rsidRPr="003313FC">
        <w:rPr>
          <w:i/>
          <w:highlight w:val="yellow"/>
        </w:rPr>
        <w:t xml:space="preserve"> v </w:t>
      </w:r>
      <w:r w:rsidRPr="003313FC">
        <w:rPr>
          <w:i/>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6ADFA485" w:rsidR="00502690" w:rsidRPr="00F95FBD" w:rsidRDefault="003313FC" w:rsidP="00590C91">
            <w:pPr>
              <w:pStyle w:val="Tabulka"/>
              <w:cnfStyle w:val="100000000000" w:firstRow="1" w:lastRow="0" w:firstColumn="0" w:lastColumn="0" w:oddVBand="0" w:evenVBand="0" w:oddHBand="0" w:evenHBand="0" w:firstRowFirstColumn="0" w:firstRowLastColumn="0" w:lastRowFirstColumn="0" w:lastRowLastColumn="0"/>
            </w:pPr>
            <w:r>
              <w:t>Mgr. Radka Szabó</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096F5C12" w14:textId="77777777" w:rsidR="003313FC" w:rsidRDefault="003313FC" w:rsidP="003313F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102BD970" w:rsidR="00502690" w:rsidRPr="001F518E" w:rsidRDefault="003313FC" w:rsidP="003313F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48028DF1" w:rsidR="002038D5" w:rsidRPr="001F518E" w:rsidRDefault="003313F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13FC">
              <w:t>SzaboR@spravazeleznic.cz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11422D64" w:rsidR="002038D5" w:rsidRPr="001F518E" w:rsidRDefault="003313F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13FC">
              <w:t>+420 724 932 396</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313FC" w:rsidRPr="00F95FBD" w14:paraId="6D727465" w14:textId="77777777" w:rsidTr="00A543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3313FC" w:rsidRPr="00F95FBD" w:rsidRDefault="003313FC" w:rsidP="003313F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EAAE726" w14:textId="689EC27D" w:rsidR="003313FC" w:rsidRPr="001F518E" w:rsidRDefault="003313FC" w:rsidP="003313F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32218">
              <w:t>Ing. Jana Mantuanelli</w:t>
            </w:r>
          </w:p>
        </w:tc>
      </w:tr>
      <w:tr w:rsidR="003313FC" w:rsidRPr="00F95FBD" w14:paraId="09280EBE" w14:textId="77777777" w:rsidTr="00A543B7">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3313FC" w:rsidRPr="00F95FBD" w:rsidRDefault="003313FC" w:rsidP="003313FC">
            <w:pPr>
              <w:pStyle w:val="Tabulka"/>
            </w:pPr>
            <w:r w:rsidRPr="00F95FBD">
              <w:t>Adresa</w:t>
            </w:r>
          </w:p>
        </w:tc>
        <w:tc>
          <w:tcPr>
            <w:tcW w:w="5812" w:type="dxa"/>
            <w:vAlign w:val="top"/>
          </w:tcPr>
          <w:p w14:paraId="7EB5DCCB" w14:textId="77777777" w:rsidR="003313FC" w:rsidRDefault="003313FC" w:rsidP="003313FC">
            <w:pPr>
              <w:pStyle w:val="Tabulka"/>
              <w:cnfStyle w:val="000000000000" w:firstRow="0" w:lastRow="0" w:firstColumn="0" w:lastColumn="0" w:oddVBand="0" w:evenVBand="0" w:oddHBand="0" w:evenHBand="0" w:firstRowFirstColumn="0" w:firstRowLastColumn="0" w:lastRowFirstColumn="0" w:lastRowLastColumn="0"/>
            </w:pPr>
            <w:r w:rsidRPr="00432218">
              <w:t>Správa železnic, státní organizace</w:t>
            </w:r>
          </w:p>
          <w:p w14:paraId="18261CB5" w14:textId="2AD92CD8" w:rsidR="00932AF1" w:rsidRPr="001F518E" w:rsidRDefault="00932AF1" w:rsidP="003313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32218">
              <w:t>OŘ Ostrava, Muglinovská 1038/5, 702 00 Ostrava</w:t>
            </w:r>
          </w:p>
        </w:tc>
      </w:tr>
      <w:tr w:rsidR="003313FC" w:rsidRPr="00F95FBD" w14:paraId="0FB129BA" w14:textId="77777777" w:rsidTr="00A543B7">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3313FC" w:rsidRPr="00F95FBD" w:rsidRDefault="003313FC" w:rsidP="003313FC">
            <w:pPr>
              <w:pStyle w:val="Tabulka"/>
            </w:pPr>
            <w:r w:rsidRPr="00F95FBD">
              <w:t>E-mail</w:t>
            </w:r>
          </w:p>
        </w:tc>
        <w:tc>
          <w:tcPr>
            <w:tcW w:w="5812" w:type="dxa"/>
            <w:vAlign w:val="top"/>
          </w:tcPr>
          <w:p w14:paraId="4C9F2091" w14:textId="79667795" w:rsidR="003313FC" w:rsidRPr="001F518E" w:rsidRDefault="00932AF1" w:rsidP="003313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32218">
              <w:t>mantuanelli@spravazeleznic.cz</w:t>
            </w:r>
          </w:p>
        </w:tc>
      </w:tr>
      <w:tr w:rsidR="003313FC" w:rsidRPr="00F95FBD" w14:paraId="338944FB" w14:textId="77777777" w:rsidTr="00A543B7">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3313FC" w:rsidRPr="00F95FBD" w:rsidRDefault="003313FC" w:rsidP="003313FC">
            <w:pPr>
              <w:pStyle w:val="Tabulka"/>
            </w:pPr>
            <w:r w:rsidRPr="00F95FBD">
              <w:t>Telefon</w:t>
            </w:r>
          </w:p>
        </w:tc>
        <w:tc>
          <w:tcPr>
            <w:tcW w:w="5812" w:type="dxa"/>
            <w:vAlign w:val="top"/>
          </w:tcPr>
          <w:p w14:paraId="369CAC43" w14:textId="1935109F" w:rsidR="003313FC" w:rsidRPr="001F518E" w:rsidRDefault="00932AF1" w:rsidP="003313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2AF1">
              <w:t>+420 725 887 378</w:t>
            </w:r>
            <w:bookmarkStart w:id="0" w:name="_GoBack"/>
            <w:bookmarkEnd w:id="0"/>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BB1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009A07DF" w14:textId="77777777" w:rsidTr="00BB1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BE60F1" w14:textId="7B9A1FC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734C2306"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231697" w:rsidRPr="00F95FBD" w:rsidRDefault="00231697" w:rsidP="00231697">
            <w:pPr>
              <w:pStyle w:val="Tabulka"/>
            </w:pPr>
            <w:r w:rsidRPr="00F95FBD">
              <w:t>Adresa</w:t>
            </w:r>
          </w:p>
        </w:tc>
        <w:tc>
          <w:tcPr>
            <w:tcW w:w="5812" w:type="dxa"/>
            <w:vAlign w:val="top"/>
          </w:tcPr>
          <w:p w14:paraId="3E3ADD64" w14:textId="44CBFF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6471C6D3"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231697" w:rsidRPr="00F95FBD" w:rsidRDefault="00231697" w:rsidP="00231697">
            <w:pPr>
              <w:pStyle w:val="Tabulka"/>
            </w:pPr>
            <w:r w:rsidRPr="00F95FBD">
              <w:t>E-mail</w:t>
            </w:r>
          </w:p>
        </w:tc>
        <w:tc>
          <w:tcPr>
            <w:tcW w:w="5812" w:type="dxa"/>
            <w:vAlign w:val="top"/>
          </w:tcPr>
          <w:p w14:paraId="56DC81F0" w14:textId="2AB83D8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23CBCCDB"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231697" w:rsidRPr="00F95FBD" w:rsidRDefault="00231697" w:rsidP="00231697">
            <w:pPr>
              <w:pStyle w:val="Tabulka"/>
            </w:pPr>
            <w:r w:rsidRPr="00F95FBD">
              <w:t>Telefon</w:t>
            </w:r>
          </w:p>
        </w:tc>
        <w:tc>
          <w:tcPr>
            <w:tcW w:w="5812" w:type="dxa"/>
            <w:vAlign w:val="top"/>
          </w:tcPr>
          <w:p w14:paraId="2FD5452E" w14:textId="510F728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bl>
    <w:p w14:paraId="5C7EAA8C" w14:textId="77777777" w:rsidR="00D41CFE" w:rsidRPr="00F95FBD" w:rsidRDefault="00D41CFE" w:rsidP="00D41CFE">
      <w:pPr>
        <w:pStyle w:val="Tabulka"/>
      </w:pPr>
    </w:p>
    <w:p w14:paraId="0261B785" w14:textId="46409EEA"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009064E8">
        <w:rPr>
          <w:sz w:val="18"/>
          <w:szCs w:val="18"/>
        </w:rPr>
        <w:t>(vedoucí prací)</w:t>
      </w:r>
    </w:p>
    <w:tbl>
      <w:tblPr>
        <w:tblStyle w:val="Tabulka10"/>
        <w:tblW w:w="8868" w:type="dxa"/>
        <w:tblLook w:val="04A0" w:firstRow="1" w:lastRow="0" w:firstColumn="1" w:lastColumn="0" w:noHBand="0" w:noVBand="1"/>
      </w:tblPr>
      <w:tblGrid>
        <w:gridCol w:w="3056"/>
        <w:gridCol w:w="5812"/>
      </w:tblGrid>
      <w:tr w:rsidR="00231697" w:rsidRPr="00F95FBD" w14:paraId="5DEB54E9" w14:textId="77777777" w:rsidTr="00BB1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BC3287" w14:textId="69AFD29B"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2AD021A1"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231697" w:rsidRPr="00F95FBD" w:rsidRDefault="00231697" w:rsidP="00231697">
            <w:pPr>
              <w:pStyle w:val="Tabulka"/>
            </w:pPr>
            <w:r w:rsidRPr="00F95FBD">
              <w:t>Adresa</w:t>
            </w:r>
          </w:p>
        </w:tc>
        <w:tc>
          <w:tcPr>
            <w:tcW w:w="5812" w:type="dxa"/>
            <w:vAlign w:val="top"/>
          </w:tcPr>
          <w:p w14:paraId="3A71622D" w14:textId="49F0C15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82279BB"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231697" w:rsidRPr="00F95FBD" w:rsidRDefault="00231697" w:rsidP="00231697">
            <w:pPr>
              <w:pStyle w:val="Tabulka"/>
            </w:pPr>
            <w:r w:rsidRPr="00F95FBD">
              <w:t>E-mail</w:t>
            </w:r>
          </w:p>
        </w:tc>
        <w:tc>
          <w:tcPr>
            <w:tcW w:w="5812" w:type="dxa"/>
            <w:vAlign w:val="top"/>
          </w:tcPr>
          <w:p w14:paraId="575FFAB9" w14:textId="06C17F1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4F50CE0"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231697" w:rsidRPr="00F95FBD" w:rsidRDefault="00231697" w:rsidP="00231697">
            <w:pPr>
              <w:pStyle w:val="Tabulka"/>
            </w:pPr>
            <w:r w:rsidRPr="00F95FBD">
              <w:t>Telefon</w:t>
            </w:r>
          </w:p>
        </w:tc>
        <w:tc>
          <w:tcPr>
            <w:tcW w:w="5812" w:type="dxa"/>
            <w:vAlign w:val="top"/>
          </w:tcPr>
          <w:p w14:paraId="314DE91F" w14:textId="6C587D4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bl>
    <w:p w14:paraId="799ED581" w14:textId="77777777"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31697" w:rsidRPr="00F95FBD" w14:paraId="24D9992C" w14:textId="77777777" w:rsidTr="00BB1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D47D59" w14:textId="4D8AE467"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5D5B9975"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231697" w:rsidRPr="00F95FBD" w:rsidRDefault="00231697" w:rsidP="00231697">
            <w:pPr>
              <w:pStyle w:val="Tabulka"/>
            </w:pPr>
            <w:r w:rsidRPr="00F95FBD">
              <w:t>Adresa</w:t>
            </w:r>
          </w:p>
        </w:tc>
        <w:tc>
          <w:tcPr>
            <w:tcW w:w="5812" w:type="dxa"/>
            <w:vAlign w:val="top"/>
          </w:tcPr>
          <w:p w14:paraId="0E974C6D" w14:textId="31D044E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3562BD8B"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231697" w:rsidRPr="00F95FBD" w:rsidRDefault="00231697" w:rsidP="00231697">
            <w:pPr>
              <w:pStyle w:val="Tabulka"/>
            </w:pPr>
            <w:r w:rsidRPr="00F95FBD">
              <w:t>E-mail</w:t>
            </w:r>
          </w:p>
        </w:tc>
        <w:tc>
          <w:tcPr>
            <w:tcW w:w="5812" w:type="dxa"/>
            <w:vAlign w:val="top"/>
          </w:tcPr>
          <w:p w14:paraId="0F3312BE" w14:textId="30CEB63E"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21343F2A"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231697" w:rsidRPr="00F95FBD" w:rsidRDefault="00231697" w:rsidP="00231697">
            <w:pPr>
              <w:pStyle w:val="Tabulka"/>
            </w:pPr>
            <w:r w:rsidRPr="00F95FBD">
              <w:t>Telefon</w:t>
            </w:r>
          </w:p>
        </w:tc>
        <w:tc>
          <w:tcPr>
            <w:tcW w:w="5812" w:type="dxa"/>
            <w:vAlign w:val="top"/>
          </w:tcPr>
          <w:p w14:paraId="486D3919" w14:textId="708285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bl>
    <w:p w14:paraId="6C67E1E2" w14:textId="77777777" w:rsidR="00D41CFE" w:rsidRPr="00F95FBD" w:rsidRDefault="00D41CFE" w:rsidP="00D41CFE">
      <w:pPr>
        <w:pStyle w:val="Tabulka"/>
      </w:pPr>
    </w:p>
    <w:p w14:paraId="5F6D483B" w14:textId="4704F7A7" w:rsidR="00DF2BFF" w:rsidRDefault="00DF2BFF" w:rsidP="00DF2BFF">
      <w:pPr>
        <w:pStyle w:val="Tabulka"/>
      </w:pPr>
    </w:p>
    <w:p w14:paraId="7E78DB71" w14:textId="0AF6183A"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74A21FCA" w14:textId="77777777" w:rsidTr="00BB1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53D1BD" w14:textId="69103D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5AD3CBDF"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231697" w:rsidRPr="00F95FBD" w:rsidRDefault="00231697" w:rsidP="00231697">
            <w:pPr>
              <w:pStyle w:val="Tabulka"/>
            </w:pPr>
            <w:r w:rsidRPr="00F95FBD">
              <w:lastRenderedPageBreak/>
              <w:t>Adresa</w:t>
            </w:r>
          </w:p>
        </w:tc>
        <w:tc>
          <w:tcPr>
            <w:tcW w:w="5812" w:type="dxa"/>
            <w:vAlign w:val="top"/>
          </w:tcPr>
          <w:p w14:paraId="4B88D157" w14:textId="47DAAB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73F04175"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231697" w:rsidRPr="00F95FBD" w:rsidRDefault="00231697" w:rsidP="00231697">
            <w:pPr>
              <w:pStyle w:val="Tabulka"/>
            </w:pPr>
            <w:r w:rsidRPr="00F95FBD">
              <w:t>E-mail</w:t>
            </w:r>
          </w:p>
        </w:tc>
        <w:tc>
          <w:tcPr>
            <w:tcW w:w="5812" w:type="dxa"/>
            <w:vAlign w:val="top"/>
          </w:tcPr>
          <w:p w14:paraId="7F4E250C" w14:textId="3E15540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617083B7"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231697" w:rsidRPr="00F95FBD" w:rsidRDefault="00231697" w:rsidP="00231697">
            <w:pPr>
              <w:pStyle w:val="Tabulka"/>
            </w:pPr>
            <w:r w:rsidRPr="00F95FBD">
              <w:t>Telefon</w:t>
            </w:r>
          </w:p>
        </w:tc>
        <w:tc>
          <w:tcPr>
            <w:tcW w:w="5812" w:type="dxa"/>
            <w:vAlign w:val="top"/>
          </w:tcPr>
          <w:p w14:paraId="5FA89532" w14:textId="187F220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bl>
    <w:p w14:paraId="3479FA8B" w14:textId="77777777" w:rsidR="00165977" w:rsidRPr="00F95FBD" w:rsidRDefault="00165977" w:rsidP="00165977">
      <w:pPr>
        <w:pStyle w:val="Tabulka"/>
      </w:pPr>
    </w:p>
    <w:p w14:paraId="468D7206" w14:textId="6FA3CE49"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231697" w:rsidRPr="00F95FBD" w14:paraId="1C26168E" w14:textId="77777777" w:rsidTr="00BB1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4ECD48" w14:textId="7A973C9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681D1337"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231697" w:rsidRPr="00F95FBD" w:rsidRDefault="00231697" w:rsidP="00231697">
            <w:pPr>
              <w:pStyle w:val="Tabulka"/>
            </w:pPr>
            <w:r w:rsidRPr="00F95FBD">
              <w:t>Adresa</w:t>
            </w:r>
          </w:p>
        </w:tc>
        <w:tc>
          <w:tcPr>
            <w:tcW w:w="5812" w:type="dxa"/>
            <w:vAlign w:val="top"/>
          </w:tcPr>
          <w:p w14:paraId="24C3017E" w14:textId="0E5B295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51E9D011"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231697" w:rsidRPr="00F95FBD" w:rsidRDefault="00231697" w:rsidP="00231697">
            <w:pPr>
              <w:pStyle w:val="Tabulka"/>
            </w:pPr>
            <w:r w:rsidRPr="00F95FBD">
              <w:t>E-mail</w:t>
            </w:r>
          </w:p>
        </w:tc>
        <w:tc>
          <w:tcPr>
            <w:tcW w:w="5812" w:type="dxa"/>
            <w:vAlign w:val="top"/>
          </w:tcPr>
          <w:p w14:paraId="7A2E0103" w14:textId="5B16DA3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4264F475"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231697" w:rsidRPr="00F95FBD" w:rsidRDefault="00231697" w:rsidP="00231697">
            <w:pPr>
              <w:pStyle w:val="Tabulka"/>
            </w:pPr>
            <w:r w:rsidRPr="00F95FBD">
              <w:t>Telefon</w:t>
            </w:r>
          </w:p>
        </w:tc>
        <w:tc>
          <w:tcPr>
            <w:tcW w:w="5812" w:type="dxa"/>
            <w:vAlign w:val="top"/>
          </w:tcPr>
          <w:p w14:paraId="59523916" w14:textId="1FC090D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bl>
    <w:p w14:paraId="360302D2" w14:textId="77777777" w:rsidR="00165977" w:rsidRPr="00F95FBD" w:rsidRDefault="00165977" w:rsidP="00165977">
      <w:pPr>
        <w:pStyle w:val="Tabulka"/>
      </w:pPr>
    </w:p>
    <w:p w14:paraId="35575543" w14:textId="77777777"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BB1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BB14A7">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305FE128" w:rsidR="007C5289" w:rsidRPr="007C5289" w:rsidRDefault="007C5289" w:rsidP="00255032">
            <w:pPr>
              <w:pStyle w:val="Tabulka"/>
              <w:cnfStyle w:val="000000000000" w:firstRow="0" w:lastRow="0" w:firstColumn="0" w:lastColumn="0" w:oddVBand="0" w:evenVBand="0" w:oddHBand="0" w:evenHBand="0" w:firstRowFirstColumn="0" w:firstRowLastColumn="0" w:lastRowFirstColumn="0" w:lastRowLastColumn="0"/>
            </w:pPr>
            <w:r>
              <w:t>M</w:t>
            </w:r>
            <w:r w:rsidR="00323112">
              <w:t xml:space="preserve">inimálně </w:t>
            </w:r>
            <w:r w:rsidR="00323112" w:rsidRPr="00E4072B">
              <w:t>11</w:t>
            </w:r>
            <w:r w:rsidR="00255032" w:rsidRPr="00E4072B">
              <w:t xml:space="preserve"> </w:t>
            </w:r>
            <w:r w:rsidRPr="00E4072B">
              <w:t>mil. Kč na jednu pojistnou událost</w:t>
            </w:r>
            <w:r w:rsidR="00A349C6" w:rsidRPr="00E4072B">
              <w:t xml:space="preserve"> a</w:t>
            </w:r>
            <w:r w:rsidR="00323112" w:rsidRPr="00E4072B">
              <w:t xml:space="preserve"> 22</w:t>
            </w:r>
            <w:r w:rsidR="00255032" w:rsidRPr="00E4072B">
              <w:t xml:space="preserve"> </w:t>
            </w:r>
            <w:r w:rsidRPr="00E4072B">
              <w:t>mil. Kč</w:t>
            </w:r>
            <w:r w:rsidR="00A349C6" w:rsidRPr="00E4072B">
              <w:t xml:space="preserve"> v</w:t>
            </w:r>
            <w:r w:rsidR="00A349C6">
              <w:t>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BB14A7">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BB14A7">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BB14A7">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BB14A7">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lastRenderedPageBreak/>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21D95" w14:textId="77777777" w:rsidR="0049621B" w:rsidRDefault="0049621B" w:rsidP="00962258">
      <w:pPr>
        <w:spacing w:after="0" w:line="240" w:lineRule="auto"/>
      </w:pPr>
      <w:r>
        <w:separator/>
      </w:r>
    </w:p>
  </w:endnote>
  <w:endnote w:type="continuationSeparator" w:id="0">
    <w:p w14:paraId="1327791F" w14:textId="77777777" w:rsidR="0049621B" w:rsidRDefault="004962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9621B" w:rsidRPr="003462EB" w14:paraId="0C3BB159" w14:textId="77777777" w:rsidTr="00F13FDA">
      <w:tc>
        <w:tcPr>
          <w:tcW w:w="1021" w:type="dxa"/>
          <w:vAlign w:val="bottom"/>
        </w:tcPr>
        <w:p w14:paraId="636207E5" w14:textId="2E3B6BB3" w:rsidR="0049621B" w:rsidRPr="00B8518B" w:rsidRDefault="0049621B"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32AF1">
            <w:rPr>
              <w:rStyle w:val="slostrnky"/>
              <w:noProof/>
            </w:rPr>
            <w:t>33</w:t>
          </w:r>
          <w:r w:rsidRPr="00B8518B">
            <w:rPr>
              <w:rStyle w:val="slostrnky"/>
            </w:rPr>
            <w:fldChar w:fldCharType="end"/>
          </w:r>
        </w:p>
      </w:tc>
      <w:tc>
        <w:tcPr>
          <w:tcW w:w="0" w:type="auto"/>
          <w:vAlign w:val="bottom"/>
        </w:tcPr>
        <w:p w14:paraId="42D5D56D" w14:textId="77777777" w:rsidR="0049621B" w:rsidRDefault="0049621B" w:rsidP="00F13FDA">
          <w:pPr>
            <w:pStyle w:val="Zpatvlevo"/>
          </w:pPr>
          <w:r w:rsidRPr="00B41CFD">
            <w:t>Smlouva o dílo</w:t>
          </w:r>
        </w:p>
        <w:p w14:paraId="20698C65" w14:textId="77777777" w:rsidR="0049621B" w:rsidRPr="003462EB" w:rsidRDefault="0049621B" w:rsidP="00B63BD1">
          <w:pPr>
            <w:pStyle w:val="Zpatvlevo"/>
          </w:pPr>
          <w:r>
            <w:t>Z</w:t>
          </w:r>
          <w:r w:rsidRPr="00B63BD1">
            <w:t>hotovení Projektové dokumentace a stavby</w:t>
          </w:r>
        </w:p>
      </w:tc>
    </w:tr>
  </w:tbl>
  <w:p w14:paraId="690F4EB7" w14:textId="77777777" w:rsidR="0049621B" w:rsidRPr="00F13FDA" w:rsidRDefault="0049621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9621B" w:rsidRPr="003462EB" w14:paraId="178176A4" w14:textId="77777777" w:rsidTr="00F13FDA">
      <w:tc>
        <w:tcPr>
          <w:tcW w:w="1021" w:type="dxa"/>
          <w:vAlign w:val="bottom"/>
        </w:tcPr>
        <w:p w14:paraId="74A79D6D" w14:textId="6E9CFEE0" w:rsidR="0049621B" w:rsidRPr="00B8518B" w:rsidRDefault="004962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32AF1">
            <w:rPr>
              <w:rStyle w:val="slostrnky"/>
              <w:noProof/>
            </w:rPr>
            <w:t>2</w:t>
          </w:r>
          <w:r>
            <w:rPr>
              <w:rStyle w:val="slostrnky"/>
            </w:rPr>
            <w:fldChar w:fldCharType="end"/>
          </w:r>
        </w:p>
      </w:tc>
      <w:tc>
        <w:tcPr>
          <w:tcW w:w="0" w:type="auto"/>
          <w:vAlign w:val="bottom"/>
        </w:tcPr>
        <w:p w14:paraId="5D4F5AD4" w14:textId="77777777" w:rsidR="0049621B" w:rsidRPr="00DD4862" w:rsidRDefault="0049621B" w:rsidP="00F13FDA">
          <w:pPr>
            <w:pStyle w:val="Zpatvlevo"/>
            <w:rPr>
              <w:b/>
            </w:rPr>
          </w:pPr>
          <w:r>
            <w:rPr>
              <w:b/>
            </w:rPr>
            <w:t>Příloha č. 4</w:t>
          </w:r>
        </w:p>
        <w:p w14:paraId="485C5726" w14:textId="77777777" w:rsidR="0049621B" w:rsidRDefault="0049621B" w:rsidP="00F13FDA">
          <w:pPr>
            <w:pStyle w:val="Zpatvlevo"/>
          </w:pPr>
          <w:r w:rsidRPr="00B41CFD">
            <w:t>Smlouva o dílo</w:t>
          </w:r>
        </w:p>
        <w:p w14:paraId="1988285F" w14:textId="77777777" w:rsidR="0049621B" w:rsidRPr="003462EB" w:rsidRDefault="0049621B" w:rsidP="00F13FDA">
          <w:pPr>
            <w:pStyle w:val="Zpatvlevo"/>
          </w:pPr>
          <w:r>
            <w:t>Z</w:t>
          </w:r>
          <w:r w:rsidRPr="00B63BD1">
            <w:t>hotovení Projektové dokumentace a stavby</w:t>
          </w:r>
        </w:p>
      </w:tc>
    </w:tr>
  </w:tbl>
  <w:p w14:paraId="5CB138E9" w14:textId="77777777" w:rsidR="0049621B" w:rsidRPr="00F13FDA" w:rsidRDefault="0049621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9621B" w:rsidRPr="009E09BE" w14:paraId="6642596F" w14:textId="77777777" w:rsidTr="00934B6B">
      <w:tc>
        <w:tcPr>
          <w:tcW w:w="0" w:type="auto"/>
          <w:tcMar>
            <w:left w:w="0" w:type="dxa"/>
            <w:right w:w="0" w:type="dxa"/>
          </w:tcMar>
          <w:vAlign w:val="bottom"/>
        </w:tcPr>
        <w:p w14:paraId="779B97E4" w14:textId="77777777" w:rsidR="0049621B" w:rsidRPr="00DD4862" w:rsidRDefault="0049621B" w:rsidP="00934B6B">
          <w:pPr>
            <w:pStyle w:val="Zpatvpravo"/>
            <w:rPr>
              <w:b/>
            </w:rPr>
          </w:pPr>
          <w:r w:rsidRPr="00DD4862">
            <w:rPr>
              <w:b/>
            </w:rPr>
            <w:t xml:space="preserve">Příloha č. </w:t>
          </w:r>
          <w:r>
            <w:rPr>
              <w:b/>
            </w:rPr>
            <w:t>4</w:t>
          </w:r>
        </w:p>
        <w:p w14:paraId="271EEA9C" w14:textId="77777777" w:rsidR="0049621B" w:rsidRPr="003462EB" w:rsidRDefault="0049621B" w:rsidP="00934B6B">
          <w:pPr>
            <w:pStyle w:val="Zpatvpravo"/>
          </w:pPr>
          <w:r>
            <w:t>Smlouva o dílo</w:t>
          </w:r>
        </w:p>
        <w:p w14:paraId="681B21FC" w14:textId="77777777" w:rsidR="0049621B" w:rsidRPr="003462EB" w:rsidRDefault="0049621B"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1C31671C" w:rsidR="0049621B" w:rsidRPr="009E09BE" w:rsidRDefault="0049621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AF1">
            <w:rPr>
              <w:rStyle w:val="slostrnky"/>
              <w:noProof/>
            </w:rPr>
            <w:t>2</w:t>
          </w:r>
          <w:r>
            <w:rPr>
              <w:rStyle w:val="slostrnky"/>
            </w:rPr>
            <w:fldChar w:fldCharType="end"/>
          </w:r>
        </w:p>
      </w:tc>
    </w:tr>
  </w:tbl>
  <w:p w14:paraId="1A6DDA75" w14:textId="77777777" w:rsidR="0049621B" w:rsidRPr="00B8518B" w:rsidRDefault="0049621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9621B" w:rsidRPr="003462EB" w14:paraId="3B5DA880" w14:textId="77777777" w:rsidTr="00F13FDA">
      <w:tc>
        <w:tcPr>
          <w:tcW w:w="1021" w:type="dxa"/>
          <w:vAlign w:val="bottom"/>
        </w:tcPr>
        <w:p w14:paraId="73EB134A" w14:textId="77777777" w:rsidR="0049621B" w:rsidRPr="00B8518B" w:rsidRDefault="004962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49621B" w:rsidRPr="00DD4862" w:rsidRDefault="0049621B" w:rsidP="00F13FDA">
          <w:pPr>
            <w:pStyle w:val="Zpatvlevo"/>
            <w:rPr>
              <w:b/>
            </w:rPr>
          </w:pPr>
          <w:r>
            <w:rPr>
              <w:b/>
            </w:rPr>
            <w:t>Příloha č. 5</w:t>
          </w:r>
        </w:p>
        <w:p w14:paraId="434C49BE" w14:textId="77777777" w:rsidR="0049621B" w:rsidRDefault="0049621B" w:rsidP="00F13FDA">
          <w:pPr>
            <w:pStyle w:val="Zpatvlevo"/>
          </w:pPr>
          <w:r w:rsidRPr="00B41CFD">
            <w:t>Smlouva o dílo</w:t>
          </w:r>
        </w:p>
        <w:p w14:paraId="60B5D949" w14:textId="77777777" w:rsidR="0049621B" w:rsidRPr="003462EB" w:rsidRDefault="0049621B" w:rsidP="00F13FDA">
          <w:pPr>
            <w:pStyle w:val="Zpatvlevo"/>
          </w:pPr>
          <w:r>
            <w:t>Z</w:t>
          </w:r>
          <w:r w:rsidRPr="00B63BD1">
            <w:t>hotovení Projektové dokumentace a stavby</w:t>
          </w:r>
        </w:p>
      </w:tc>
    </w:tr>
  </w:tbl>
  <w:p w14:paraId="13160E52" w14:textId="77777777" w:rsidR="0049621B" w:rsidRPr="00F13FDA" w:rsidRDefault="0049621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9621B" w:rsidRPr="009E09BE" w14:paraId="4C440C92" w14:textId="77777777" w:rsidTr="00934B6B">
      <w:tc>
        <w:tcPr>
          <w:tcW w:w="0" w:type="auto"/>
          <w:tcMar>
            <w:left w:w="0" w:type="dxa"/>
            <w:right w:w="0" w:type="dxa"/>
          </w:tcMar>
          <w:vAlign w:val="bottom"/>
        </w:tcPr>
        <w:p w14:paraId="5EB37122" w14:textId="77777777" w:rsidR="0049621B" w:rsidRPr="00DD4862" w:rsidRDefault="0049621B" w:rsidP="00934B6B">
          <w:pPr>
            <w:pStyle w:val="Zpatvpravo"/>
            <w:rPr>
              <w:b/>
            </w:rPr>
          </w:pPr>
          <w:r w:rsidRPr="00DD4862">
            <w:rPr>
              <w:b/>
            </w:rPr>
            <w:t xml:space="preserve">Příloha č. </w:t>
          </w:r>
          <w:r>
            <w:rPr>
              <w:b/>
            </w:rPr>
            <w:t>5</w:t>
          </w:r>
        </w:p>
        <w:p w14:paraId="25080FD4" w14:textId="77777777" w:rsidR="0049621B" w:rsidRPr="003462EB" w:rsidRDefault="0049621B" w:rsidP="00934B6B">
          <w:pPr>
            <w:pStyle w:val="Zpatvpravo"/>
          </w:pPr>
          <w:r>
            <w:t>Smlouva o dílo</w:t>
          </w:r>
        </w:p>
        <w:p w14:paraId="4153EFC3" w14:textId="77777777" w:rsidR="0049621B" w:rsidRPr="003462EB" w:rsidRDefault="0049621B"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2D1E28C4" w:rsidR="0049621B" w:rsidRPr="009E09BE" w:rsidRDefault="0049621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AF1">
            <w:rPr>
              <w:rStyle w:val="slostrnky"/>
              <w:noProof/>
            </w:rPr>
            <w:t>1</w:t>
          </w:r>
          <w:r>
            <w:rPr>
              <w:rStyle w:val="slostrnky"/>
            </w:rPr>
            <w:fldChar w:fldCharType="end"/>
          </w:r>
        </w:p>
      </w:tc>
    </w:tr>
  </w:tbl>
  <w:p w14:paraId="69A3209E" w14:textId="77777777" w:rsidR="0049621B" w:rsidRPr="00B8518B" w:rsidRDefault="0049621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9621B" w:rsidRPr="003462EB" w14:paraId="0B4FB1A6" w14:textId="77777777" w:rsidTr="00F13FDA">
      <w:tc>
        <w:tcPr>
          <w:tcW w:w="1021" w:type="dxa"/>
          <w:vAlign w:val="bottom"/>
        </w:tcPr>
        <w:p w14:paraId="3EFBE15C" w14:textId="1BDCBD80" w:rsidR="0049621B" w:rsidRPr="00B8518B" w:rsidRDefault="004962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32AF1">
            <w:rPr>
              <w:rStyle w:val="slostrnky"/>
              <w:noProof/>
            </w:rPr>
            <w:t>3</w:t>
          </w:r>
          <w:r>
            <w:rPr>
              <w:rStyle w:val="slostrnky"/>
            </w:rPr>
            <w:fldChar w:fldCharType="end"/>
          </w:r>
        </w:p>
      </w:tc>
      <w:tc>
        <w:tcPr>
          <w:tcW w:w="0" w:type="auto"/>
          <w:vAlign w:val="bottom"/>
        </w:tcPr>
        <w:p w14:paraId="60015924" w14:textId="77777777" w:rsidR="0049621B" w:rsidRPr="00DD4862" w:rsidRDefault="0049621B" w:rsidP="00F13FDA">
          <w:pPr>
            <w:pStyle w:val="Zpatvlevo"/>
            <w:rPr>
              <w:b/>
            </w:rPr>
          </w:pPr>
          <w:r>
            <w:rPr>
              <w:b/>
            </w:rPr>
            <w:t>Příloha č. 6</w:t>
          </w:r>
        </w:p>
        <w:p w14:paraId="2EC5A84D" w14:textId="77777777" w:rsidR="0049621B" w:rsidRDefault="0049621B" w:rsidP="00F13FDA">
          <w:pPr>
            <w:pStyle w:val="Zpatvlevo"/>
          </w:pPr>
          <w:r w:rsidRPr="00B41CFD">
            <w:t>Smlouva o dílo</w:t>
          </w:r>
        </w:p>
        <w:p w14:paraId="6FD64CDD" w14:textId="77777777" w:rsidR="0049621B" w:rsidRPr="003462EB" w:rsidRDefault="0049621B" w:rsidP="00F13FDA">
          <w:pPr>
            <w:pStyle w:val="Zpatvlevo"/>
          </w:pPr>
          <w:r>
            <w:t>Z</w:t>
          </w:r>
          <w:r w:rsidRPr="00B63BD1">
            <w:t>hotovení Projektové dokumentace a stavby</w:t>
          </w:r>
        </w:p>
      </w:tc>
    </w:tr>
  </w:tbl>
  <w:p w14:paraId="0B5EEE6C" w14:textId="77777777" w:rsidR="0049621B" w:rsidRPr="00F13FDA" w:rsidRDefault="0049621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9621B" w:rsidRPr="009E09BE" w14:paraId="076217E4" w14:textId="77777777" w:rsidTr="00934B6B">
      <w:tc>
        <w:tcPr>
          <w:tcW w:w="0" w:type="auto"/>
          <w:tcMar>
            <w:left w:w="0" w:type="dxa"/>
            <w:right w:w="0" w:type="dxa"/>
          </w:tcMar>
          <w:vAlign w:val="bottom"/>
        </w:tcPr>
        <w:p w14:paraId="528DFA01" w14:textId="77777777" w:rsidR="0049621B" w:rsidRPr="00DD4862" w:rsidRDefault="0049621B" w:rsidP="00934B6B">
          <w:pPr>
            <w:pStyle w:val="Zpatvpravo"/>
            <w:rPr>
              <w:b/>
            </w:rPr>
          </w:pPr>
          <w:r w:rsidRPr="00DD4862">
            <w:rPr>
              <w:b/>
            </w:rPr>
            <w:t xml:space="preserve">Příloha č. </w:t>
          </w:r>
          <w:r>
            <w:rPr>
              <w:b/>
            </w:rPr>
            <w:t>6</w:t>
          </w:r>
        </w:p>
        <w:p w14:paraId="2BBCE469" w14:textId="77777777" w:rsidR="0049621B" w:rsidRPr="003462EB" w:rsidRDefault="0049621B" w:rsidP="00934B6B">
          <w:pPr>
            <w:pStyle w:val="Zpatvpravo"/>
          </w:pPr>
          <w:r>
            <w:t>Smlouva o dílo</w:t>
          </w:r>
        </w:p>
        <w:p w14:paraId="08936724" w14:textId="77777777" w:rsidR="0049621B" w:rsidRPr="003462EB" w:rsidRDefault="0049621B"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7F61EB8F" w:rsidR="0049621B" w:rsidRPr="009E09BE" w:rsidRDefault="0049621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AF1">
            <w:rPr>
              <w:rStyle w:val="slostrnky"/>
              <w:noProof/>
            </w:rPr>
            <w:t>3</w:t>
          </w:r>
          <w:r>
            <w:rPr>
              <w:rStyle w:val="slostrnky"/>
            </w:rPr>
            <w:fldChar w:fldCharType="end"/>
          </w:r>
        </w:p>
      </w:tc>
    </w:tr>
  </w:tbl>
  <w:p w14:paraId="593B45D1" w14:textId="77777777" w:rsidR="0049621B" w:rsidRPr="00B8518B" w:rsidRDefault="0049621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9621B" w:rsidRPr="003462EB" w14:paraId="475B86B7" w14:textId="77777777" w:rsidTr="00F13FDA">
      <w:tc>
        <w:tcPr>
          <w:tcW w:w="1021" w:type="dxa"/>
          <w:vAlign w:val="bottom"/>
        </w:tcPr>
        <w:p w14:paraId="4168F800" w14:textId="77777777" w:rsidR="0049621B" w:rsidRPr="00B8518B" w:rsidRDefault="004962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49621B" w:rsidRPr="00DD4862" w:rsidRDefault="0049621B" w:rsidP="00F13FDA">
          <w:pPr>
            <w:pStyle w:val="Zpatvlevo"/>
            <w:rPr>
              <w:b/>
            </w:rPr>
          </w:pPr>
          <w:r>
            <w:rPr>
              <w:b/>
            </w:rPr>
            <w:t>Příloha č. 7</w:t>
          </w:r>
        </w:p>
        <w:p w14:paraId="393A5AA8" w14:textId="77777777" w:rsidR="0049621B" w:rsidRDefault="0049621B" w:rsidP="00F13FDA">
          <w:pPr>
            <w:pStyle w:val="Zpatvlevo"/>
          </w:pPr>
          <w:r w:rsidRPr="00B41CFD">
            <w:t>Smlouva o dílo</w:t>
          </w:r>
        </w:p>
        <w:p w14:paraId="0EB4C0F7" w14:textId="77777777" w:rsidR="0049621B" w:rsidRPr="003462EB" w:rsidRDefault="0049621B" w:rsidP="00F13FDA">
          <w:pPr>
            <w:pStyle w:val="Zpatvlevo"/>
          </w:pPr>
          <w:r>
            <w:t>Z</w:t>
          </w:r>
          <w:r w:rsidRPr="00B63BD1">
            <w:t>hotovení Projektové dokumentace a stavby</w:t>
          </w:r>
        </w:p>
      </w:tc>
    </w:tr>
  </w:tbl>
  <w:p w14:paraId="1D4C0328" w14:textId="77777777" w:rsidR="0049621B" w:rsidRPr="00F13FDA" w:rsidRDefault="0049621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9621B" w:rsidRPr="009E09BE" w14:paraId="376722D6" w14:textId="77777777" w:rsidTr="00934B6B">
      <w:tc>
        <w:tcPr>
          <w:tcW w:w="0" w:type="auto"/>
          <w:tcMar>
            <w:left w:w="0" w:type="dxa"/>
            <w:right w:w="0" w:type="dxa"/>
          </w:tcMar>
          <w:vAlign w:val="bottom"/>
        </w:tcPr>
        <w:p w14:paraId="177BD19C" w14:textId="77777777" w:rsidR="0049621B" w:rsidRPr="00DD4862" w:rsidRDefault="0049621B" w:rsidP="00934B6B">
          <w:pPr>
            <w:pStyle w:val="Zpatvpravo"/>
            <w:rPr>
              <w:b/>
            </w:rPr>
          </w:pPr>
          <w:r w:rsidRPr="00DD4862">
            <w:rPr>
              <w:b/>
            </w:rPr>
            <w:t xml:space="preserve">Příloha č. </w:t>
          </w:r>
          <w:r>
            <w:rPr>
              <w:b/>
            </w:rPr>
            <w:t>7</w:t>
          </w:r>
        </w:p>
        <w:p w14:paraId="0425195A" w14:textId="77777777" w:rsidR="0049621B" w:rsidRPr="003462EB" w:rsidRDefault="0049621B" w:rsidP="00934B6B">
          <w:pPr>
            <w:pStyle w:val="Zpatvpravo"/>
          </w:pPr>
          <w:r>
            <w:t>Smlouva o dílo</w:t>
          </w:r>
        </w:p>
        <w:p w14:paraId="1E4A56B5" w14:textId="77777777" w:rsidR="0049621B" w:rsidRPr="003462EB" w:rsidRDefault="0049621B"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251AAE8B" w:rsidR="0049621B" w:rsidRPr="009E09BE" w:rsidRDefault="0049621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AF1">
            <w:rPr>
              <w:rStyle w:val="slostrnky"/>
              <w:noProof/>
            </w:rPr>
            <w:t>1</w:t>
          </w:r>
          <w:r>
            <w:rPr>
              <w:rStyle w:val="slostrnky"/>
            </w:rPr>
            <w:fldChar w:fldCharType="end"/>
          </w:r>
        </w:p>
      </w:tc>
    </w:tr>
  </w:tbl>
  <w:p w14:paraId="0AB044E9" w14:textId="77777777" w:rsidR="0049621B" w:rsidRPr="00B8518B" w:rsidRDefault="0049621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9621B" w:rsidRPr="003462EB" w14:paraId="37043566" w14:textId="77777777" w:rsidTr="00F13FDA">
      <w:tc>
        <w:tcPr>
          <w:tcW w:w="1021" w:type="dxa"/>
          <w:vAlign w:val="bottom"/>
        </w:tcPr>
        <w:p w14:paraId="7FB47E05" w14:textId="77777777" w:rsidR="0049621B" w:rsidRPr="00B8518B" w:rsidRDefault="004962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49621B" w:rsidRPr="00DD4862" w:rsidRDefault="0049621B" w:rsidP="00F13FDA">
          <w:pPr>
            <w:pStyle w:val="Zpatvlevo"/>
            <w:rPr>
              <w:b/>
            </w:rPr>
          </w:pPr>
          <w:r>
            <w:rPr>
              <w:b/>
            </w:rPr>
            <w:t>Příloha č. 8</w:t>
          </w:r>
        </w:p>
        <w:p w14:paraId="7E46E238" w14:textId="77777777" w:rsidR="0049621B" w:rsidRDefault="0049621B" w:rsidP="00F13FDA">
          <w:pPr>
            <w:pStyle w:val="Zpatvlevo"/>
          </w:pPr>
          <w:r w:rsidRPr="00B41CFD">
            <w:t>Smlouva o dílo</w:t>
          </w:r>
        </w:p>
        <w:p w14:paraId="00617CFA" w14:textId="77777777" w:rsidR="0049621B" w:rsidRPr="003462EB" w:rsidRDefault="0049621B" w:rsidP="00F13FDA">
          <w:pPr>
            <w:pStyle w:val="Zpatvlevo"/>
          </w:pPr>
          <w:r>
            <w:t>Z</w:t>
          </w:r>
          <w:r w:rsidRPr="00B63BD1">
            <w:t>hotovení Projektové dokumentace a stavby</w:t>
          </w:r>
        </w:p>
      </w:tc>
    </w:tr>
  </w:tbl>
  <w:p w14:paraId="378154D6" w14:textId="77777777" w:rsidR="0049621B" w:rsidRPr="00F13FDA" w:rsidRDefault="0049621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9621B" w:rsidRPr="009E09BE" w14:paraId="4400289A" w14:textId="77777777" w:rsidTr="00934B6B">
      <w:tc>
        <w:tcPr>
          <w:tcW w:w="0" w:type="auto"/>
          <w:tcMar>
            <w:left w:w="0" w:type="dxa"/>
            <w:right w:w="0" w:type="dxa"/>
          </w:tcMar>
          <w:vAlign w:val="bottom"/>
        </w:tcPr>
        <w:p w14:paraId="5EE5CFD2" w14:textId="77777777" w:rsidR="0049621B" w:rsidRPr="00DD4862" w:rsidRDefault="0049621B" w:rsidP="00934B6B">
          <w:pPr>
            <w:pStyle w:val="Zpatvpravo"/>
            <w:rPr>
              <w:b/>
            </w:rPr>
          </w:pPr>
          <w:r w:rsidRPr="00DD4862">
            <w:rPr>
              <w:b/>
            </w:rPr>
            <w:t xml:space="preserve">Příloha č. </w:t>
          </w:r>
          <w:r>
            <w:rPr>
              <w:b/>
            </w:rPr>
            <w:t>8</w:t>
          </w:r>
        </w:p>
        <w:p w14:paraId="31628953" w14:textId="77777777" w:rsidR="0049621B" w:rsidRPr="003462EB" w:rsidRDefault="0049621B" w:rsidP="00934B6B">
          <w:pPr>
            <w:pStyle w:val="Zpatvpravo"/>
          </w:pPr>
          <w:r>
            <w:t>Smlouva o dílo</w:t>
          </w:r>
        </w:p>
        <w:p w14:paraId="2C3B0D6B" w14:textId="77777777" w:rsidR="0049621B" w:rsidRPr="003462EB" w:rsidRDefault="0049621B"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6204E547" w:rsidR="0049621B" w:rsidRPr="009E09BE" w:rsidRDefault="0049621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AF1">
            <w:rPr>
              <w:rStyle w:val="slostrnky"/>
              <w:noProof/>
            </w:rPr>
            <w:t>1</w:t>
          </w:r>
          <w:r>
            <w:rPr>
              <w:rStyle w:val="slostrnky"/>
            </w:rPr>
            <w:fldChar w:fldCharType="end"/>
          </w:r>
        </w:p>
      </w:tc>
    </w:tr>
  </w:tbl>
  <w:p w14:paraId="5522624D" w14:textId="77777777" w:rsidR="0049621B" w:rsidRPr="00B8518B" w:rsidRDefault="0049621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9621B" w:rsidRPr="009E09BE" w14:paraId="68DD1CBE" w14:textId="77777777" w:rsidTr="00F13FDA">
      <w:tc>
        <w:tcPr>
          <w:tcW w:w="0" w:type="auto"/>
          <w:tcMar>
            <w:left w:w="0" w:type="dxa"/>
            <w:right w:w="0" w:type="dxa"/>
          </w:tcMar>
          <w:vAlign w:val="bottom"/>
        </w:tcPr>
        <w:p w14:paraId="6FB2DC35" w14:textId="77777777" w:rsidR="0049621B" w:rsidRPr="003462EB" w:rsidRDefault="0049621B" w:rsidP="00F13FDA">
          <w:pPr>
            <w:pStyle w:val="Zpatvpravo"/>
          </w:pPr>
          <w:r>
            <w:t>Smlouva o dílo</w:t>
          </w:r>
        </w:p>
        <w:p w14:paraId="3BB6CFBF" w14:textId="77777777" w:rsidR="0049621B" w:rsidRPr="003462EB" w:rsidRDefault="0049621B"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7E770240" w:rsidR="0049621B" w:rsidRPr="009E09BE" w:rsidRDefault="0049621B"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32AF1">
            <w:rPr>
              <w:rStyle w:val="slostrnky"/>
              <w:noProof/>
            </w:rPr>
            <w:t>33</w:t>
          </w:r>
          <w:r w:rsidRPr="00B8518B">
            <w:rPr>
              <w:rStyle w:val="slostrnky"/>
            </w:rPr>
            <w:fldChar w:fldCharType="end"/>
          </w:r>
        </w:p>
      </w:tc>
    </w:tr>
  </w:tbl>
  <w:p w14:paraId="05A4A1EF" w14:textId="77777777" w:rsidR="0049621B" w:rsidRPr="00B8518B" w:rsidRDefault="0049621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9621B" w:rsidRPr="003462EB" w14:paraId="17A00C67" w14:textId="77777777" w:rsidTr="00F13FDA">
      <w:tc>
        <w:tcPr>
          <w:tcW w:w="1021" w:type="dxa"/>
          <w:vAlign w:val="bottom"/>
        </w:tcPr>
        <w:p w14:paraId="391F9ADB" w14:textId="5C6217CD" w:rsidR="0049621B" w:rsidRPr="00B8518B" w:rsidRDefault="004962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32AF1">
            <w:rPr>
              <w:rStyle w:val="slostrnky"/>
              <w:noProof/>
            </w:rPr>
            <w:t>5</w:t>
          </w:r>
          <w:r>
            <w:rPr>
              <w:rStyle w:val="slostrnky"/>
            </w:rPr>
            <w:fldChar w:fldCharType="end"/>
          </w:r>
        </w:p>
      </w:tc>
      <w:tc>
        <w:tcPr>
          <w:tcW w:w="0" w:type="auto"/>
          <w:vAlign w:val="bottom"/>
        </w:tcPr>
        <w:p w14:paraId="0C84A86A" w14:textId="77777777" w:rsidR="0049621B" w:rsidRPr="00DD4862" w:rsidRDefault="0049621B" w:rsidP="00F13FDA">
          <w:pPr>
            <w:pStyle w:val="Zpatvlevo"/>
            <w:rPr>
              <w:b/>
            </w:rPr>
          </w:pPr>
          <w:r>
            <w:rPr>
              <w:b/>
            </w:rPr>
            <w:t>Příloha č. 9</w:t>
          </w:r>
        </w:p>
        <w:p w14:paraId="583DB0B7" w14:textId="77777777" w:rsidR="0049621B" w:rsidRDefault="0049621B" w:rsidP="00F13FDA">
          <w:pPr>
            <w:pStyle w:val="Zpatvlevo"/>
          </w:pPr>
          <w:r w:rsidRPr="00B41CFD">
            <w:t>Smlouva o dílo</w:t>
          </w:r>
        </w:p>
        <w:p w14:paraId="51B13DE3" w14:textId="77777777" w:rsidR="0049621B" w:rsidRPr="003462EB" w:rsidRDefault="0049621B" w:rsidP="00F13FDA">
          <w:pPr>
            <w:pStyle w:val="Zpatvlevo"/>
          </w:pPr>
          <w:r>
            <w:t>Z</w:t>
          </w:r>
          <w:r w:rsidRPr="00B63BD1">
            <w:t>hotovení Projektové dokumentace a stavby</w:t>
          </w:r>
        </w:p>
      </w:tc>
    </w:tr>
  </w:tbl>
  <w:p w14:paraId="72088436" w14:textId="77777777" w:rsidR="0049621B" w:rsidRPr="00F13FDA" w:rsidRDefault="0049621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9621B" w:rsidRPr="009E09BE" w14:paraId="481F7ED1" w14:textId="77777777" w:rsidTr="00934B6B">
      <w:tc>
        <w:tcPr>
          <w:tcW w:w="0" w:type="auto"/>
          <w:tcMar>
            <w:left w:w="0" w:type="dxa"/>
            <w:right w:w="0" w:type="dxa"/>
          </w:tcMar>
          <w:vAlign w:val="bottom"/>
        </w:tcPr>
        <w:p w14:paraId="5F919DFC" w14:textId="77777777" w:rsidR="0049621B" w:rsidRPr="00DD4862" w:rsidRDefault="0049621B" w:rsidP="00934B6B">
          <w:pPr>
            <w:pStyle w:val="Zpatvpravo"/>
            <w:rPr>
              <w:b/>
            </w:rPr>
          </w:pPr>
          <w:r w:rsidRPr="00DD4862">
            <w:rPr>
              <w:b/>
            </w:rPr>
            <w:t xml:space="preserve">Příloha č. </w:t>
          </w:r>
          <w:r>
            <w:rPr>
              <w:b/>
            </w:rPr>
            <w:t>9</w:t>
          </w:r>
        </w:p>
        <w:p w14:paraId="7066BC56" w14:textId="77777777" w:rsidR="0049621B" w:rsidRPr="003462EB" w:rsidRDefault="0049621B" w:rsidP="00934B6B">
          <w:pPr>
            <w:pStyle w:val="Zpatvpravo"/>
          </w:pPr>
          <w:r>
            <w:t>Smlouva o dílo</w:t>
          </w:r>
        </w:p>
        <w:p w14:paraId="30542FBF" w14:textId="77777777" w:rsidR="0049621B" w:rsidRPr="003462EB" w:rsidRDefault="0049621B"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73EEE5D5" w:rsidR="0049621B" w:rsidRPr="009E09BE" w:rsidRDefault="0049621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AF1">
            <w:rPr>
              <w:rStyle w:val="slostrnky"/>
              <w:noProof/>
            </w:rPr>
            <w:t>5</w:t>
          </w:r>
          <w:r>
            <w:rPr>
              <w:rStyle w:val="slostrnky"/>
            </w:rPr>
            <w:fldChar w:fldCharType="end"/>
          </w:r>
        </w:p>
      </w:tc>
    </w:tr>
  </w:tbl>
  <w:p w14:paraId="7B50E386" w14:textId="77777777" w:rsidR="0049621B" w:rsidRPr="00B8518B" w:rsidRDefault="0049621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49621B" w:rsidRDefault="0049621B" w:rsidP="00BF2895">
    <w:pPr>
      <w:pStyle w:val="Zpat"/>
      <w:rPr>
        <w:sz w:val="2"/>
        <w:szCs w:val="2"/>
      </w:rPr>
    </w:pPr>
  </w:p>
  <w:p w14:paraId="53999A41" w14:textId="666DD4AF" w:rsidR="0049621B" w:rsidRPr="001E4BDC" w:rsidRDefault="0049621B" w:rsidP="00BF2895">
    <w:pPr>
      <w:pStyle w:val="Zpat"/>
      <w:rPr>
        <w:sz w:val="12"/>
        <w:szCs w:val="12"/>
      </w:rPr>
    </w:pPr>
  </w:p>
  <w:p w14:paraId="46BF864E" w14:textId="77777777" w:rsidR="0049621B" w:rsidRPr="001E4BDC" w:rsidRDefault="0049621B"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9621B" w:rsidRPr="003462EB" w14:paraId="642DC659" w14:textId="77777777" w:rsidTr="00F13FDA">
      <w:tc>
        <w:tcPr>
          <w:tcW w:w="1021" w:type="dxa"/>
          <w:vAlign w:val="bottom"/>
        </w:tcPr>
        <w:p w14:paraId="05B06B54" w14:textId="77777777" w:rsidR="0049621B" w:rsidRPr="00B8518B" w:rsidRDefault="004962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49621B" w:rsidRPr="00DD4862" w:rsidRDefault="0049621B" w:rsidP="00F13FDA">
          <w:pPr>
            <w:pStyle w:val="Zpatvlevo"/>
            <w:rPr>
              <w:b/>
            </w:rPr>
          </w:pPr>
          <w:r w:rsidRPr="00DD4862">
            <w:rPr>
              <w:b/>
            </w:rPr>
            <w:t>Příloha č. 1</w:t>
          </w:r>
        </w:p>
        <w:p w14:paraId="407EE127" w14:textId="77777777" w:rsidR="0049621B" w:rsidRDefault="0049621B" w:rsidP="00F13FDA">
          <w:pPr>
            <w:pStyle w:val="Zpatvlevo"/>
          </w:pPr>
          <w:r w:rsidRPr="00B41CFD">
            <w:t>Smlouva o dílo</w:t>
          </w:r>
        </w:p>
        <w:p w14:paraId="5E9062DE" w14:textId="77777777" w:rsidR="0049621B" w:rsidRPr="003462EB" w:rsidRDefault="0049621B" w:rsidP="00F13FDA">
          <w:pPr>
            <w:pStyle w:val="Zpatvlevo"/>
          </w:pPr>
          <w:r>
            <w:t>Z</w:t>
          </w:r>
          <w:r w:rsidRPr="00B63BD1">
            <w:t>hotovení Projektové dokumentace a stavby</w:t>
          </w:r>
        </w:p>
      </w:tc>
    </w:tr>
  </w:tbl>
  <w:p w14:paraId="4B1F2D28" w14:textId="77777777" w:rsidR="0049621B" w:rsidRPr="00F13FDA" w:rsidRDefault="0049621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49621B" w:rsidRDefault="0049621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9621B" w:rsidRPr="009E09BE" w14:paraId="640C53A3" w14:textId="77777777" w:rsidTr="00934B6B">
      <w:tc>
        <w:tcPr>
          <w:tcW w:w="0" w:type="auto"/>
          <w:tcMar>
            <w:left w:w="0" w:type="dxa"/>
            <w:right w:w="0" w:type="dxa"/>
          </w:tcMar>
          <w:vAlign w:val="bottom"/>
        </w:tcPr>
        <w:p w14:paraId="1F3DDB04" w14:textId="77777777" w:rsidR="0049621B" w:rsidRPr="00DD4862" w:rsidRDefault="0049621B" w:rsidP="00934B6B">
          <w:pPr>
            <w:pStyle w:val="Zpatvpravo"/>
            <w:rPr>
              <w:b/>
            </w:rPr>
          </w:pPr>
          <w:r w:rsidRPr="00DD4862">
            <w:rPr>
              <w:b/>
            </w:rPr>
            <w:t>Příloha č. 1</w:t>
          </w:r>
        </w:p>
        <w:p w14:paraId="2307E66C" w14:textId="77777777" w:rsidR="0049621B" w:rsidRPr="003462EB" w:rsidRDefault="0049621B" w:rsidP="00934B6B">
          <w:pPr>
            <w:pStyle w:val="Zpatvpravo"/>
          </w:pPr>
          <w:r>
            <w:t>Smlouva o dílo</w:t>
          </w:r>
        </w:p>
        <w:p w14:paraId="011F7908" w14:textId="77777777" w:rsidR="0049621B" w:rsidRPr="003462EB" w:rsidRDefault="0049621B"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132A793B" w:rsidR="0049621B" w:rsidRPr="009E09BE" w:rsidRDefault="0049621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AF1">
            <w:rPr>
              <w:rStyle w:val="slostrnky"/>
              <w:noProof/>
            </w:rPr>
            <w:t>1</w:t>
          </w:r>
          <w:r>
            <w:rPr>
              <w:rStyle w:val="slostrnky"/>
            </w:rPr>
            <w:fldChar w:fldCharType="end"/>
          </w:r>
        </w:p>
      </w:tc>
    </w:tr>
  </w:tbl>
  <w:p w14:paraId="47F1712A" w14:textId="77777777" w:rsidR="0049621B" w:rsidRPr="00B8518B" w:rsidRDefault="0049621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9621B" w:rsidRPr="003462EB" w14:paraId="0BBEB616" w14:textId="77777777" w:rsidTr="00F13FDA">
      <w:tc>
        <w:tcPr>
          <w:tcW w:w="1021" w:type="dxa"/>
          <w:vAlign w:val="bottom"/>
        </w:tcPr>
        <w:p w14:paraId="6D2FDC0A" w14:textId="77777777" w:rsidR="0049621B" w:rsidRPr="00B8518B" w:rsidRDefault="004962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49621B" w:rsidRPr="00DD4862" w:rsidRDefault="0049621B" w:rsidP="00F13FDA">
          <w:pPr>
            <w:pStyle w:val="Zpatvlevo"/>
            <w:rPr>
              <w:b/>
            </w:rPr>
          </w:pPr>
          <w:r>
            <w:rPr>
              <w:b/>
            </w:rPr>
            <w:t>Příloha č. 2</w:t>
          </w:r>
        </w:p>
        <w:p w14:paraId="49286FA0" w14:textId="77777777" w:rsidR="0049621B" w:rsidRDefault="0049621B" w:rsidP="00F13FDA">
          <w:pPr>
            <w:pStyle w:val="Zpatvlevo"/>
          </w:pPr>
          <w:r w:rsidRPr="00B41CFD">
            <w:t>Smlouva o dílo</w:t>
          </w:r>
        </w:p>
        <w:p w14:paraId="2F4F2EAF" w14:textId="77777777" w:rsidR="0049621B" w:rsidRPr="003462EB" w:rsidRDefault="0049621B" w:rsidP="00F13FDA">
          <w:pPr>
            <w:pStyle w:val="Zpatvlevo"/>
          </w:pPr>
          <w:r>
            <w:t>Z</w:t>
          </w:r>
          <w:r w:rsidRPr="00B63BD1">
            <w:t>hotovení Projektové dokumentace a stavby</w:t>
          </w:r>
        </w:p>
      </w:tc>
    </w:tr>
  </w:tbl>
  <w:p w14:paraId="2E5C1A8C" w14:textId="77777777" w:rsidR="0049621B" w:rsidRPr="00F13FDA" w:rsidRDefault="0049621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9621B" w:rsidRPr="009E09BE" w14:paraId="39F222F1" w14:textId="77777777" w:rsidTr="00934B6B">
      <w:tc>
        <w:tcPr>
          <w:tcW w:w="0" w:type="auto"/>
          <w:tcMar>
            <w:left w:w="0" w:type="dxa"/>
            <w:right w:w="0" w:type="dxa"/>
          </w:tcMar>
          <w:vAlign w:val="bottom"/>
        </w:tcPr>
        <w:p w14:paraId="45B7265B" w14:textId="77777777" w:rsidR="0049621B" w:rsidRPr="00DD4862" w:rsidRDefault="0049621B" w:rsidP="00934B6B">
          <w:pPr>
            <w:pStyle w:val="Zpatvpravo"/>
            <w:rPr>
              <w:b/>
            </w:rPr>
          </w:pPr>
          <w:r w:rsidRPr="00DD4862">
            <w:rPr>
              <w:b/>
            </w:rPr>
            <w:t>Příloha č. 2</w:t>
          </w:r>
        </w:p>
        <w:p w14:paraId="1E47570A" w14:textId="77777777" w:rsidR="0049621B" w:rsidRPr="003462EB" w:rsidRDefault="0049621B" w:rsidP="00934B6B">
          <w:pPr>
            <w:pStyle w:val="Zpatvpravo"/>
          </w:pPr>
          <w:r>
            <w:t>Smlouva o dílo</w:t>
          </w:r>
        </w:p>
        <w:p w14:paraId="31E2D647" w14:textId="77777777" w:rsidR="0049621B" w:rsidRPr="003462EB" w:rsidRDefault="0049621B"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F56A6C9" w:rsidR="0049621B" w:rsidRPr="009E09BE" w:rsidRDefault="0049621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AF1">
            <w:rPr>
              <w:rStyle w:val="slostrnky"/>
              <w:noProof/>
            </w:rPr>
            <w:t>1</w:t>
          </w:r>
          <w:r>
            <w:rPr>
              <w:rStyle w:val="slostrnky"/>
            </w:rPr>
            <w:fldChar w:fldCharType="end"/>
          </w:r>
        </w:p>
      </w:tc>
    </w:tr>
  </w:tbl>
  <w:p w14:paraId="19334840" w14:textId="77777777" w:rsidR="0049621B" w:rsidRPr="00B8518B" w:rsidRDefault="0049621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9621B" w:rsidRPr="003462EB" w14:paraId="5F7BD0FA" w14:textId="77777777" w:rsidTr="00F13FDA">
      <w:tc>
        <w:tcPr>
          <w:tcW w:w="1021" w:type="dxa"/>
          <w:vAlign w:val="bottom"/>
        </w:tcPr>
        <w:p w14:paraId="6ED25A52" w14:textId="77777777" w:rsidR="0049621B" w:rsidRPr="00B8518B" w:rsidRDefault="004962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49621B" w:rsidRPr="00DD4862" w:rsidRDefault="0049621B" w:rsidP="00F13FDA">
          <w:pPr>
            <w:pStyle w:val="Zpatvlevo"/>
            <w:rPr>
              <w:b/>
            </w:rPr>
          </w:pPr>
          <w:r>
            <w:rPr>
              <w:b/>
            </w:rPr>
            <w:t>Příloha č. 3</w:t>
          </w:r>
        </w:p>
        <w:p w14:paraId="2507A82B" w14:textId="77777777" w:rsidR="0049621B" w:rsidRDefault="0049621B" w:rsidP="00F13FDA">
          <w:pPr>
            <w:pStyle w:val="Zpatvlevo"/>
          </w:pPr>
          <w:r w:rsidRPr="00B41CFD">
            <w:t>Smlouva o dílo</w:t>
          </w:r>
        </w:p>
        <w:p w14:paraId="31CB4DFE" w14:textId="77777777" w:rsidR="0049621B" w:rsidRPr="003462EB" w:rsidRDefault="0049621B" w:rsidP="00F13FDA">
          <w:pPr>
            <w:pStyle w:val="Zpatvlevo"/>
          </w:pPr>
          <w:r>
            <w:t>Z</w:t>
          </w:r>
          <w:r w:rsidRPr="00B63BD1">
            <w:t>hotovení Projektové dokumentace a stavby</w:t>
          </w:r>
        </w:p>
      </w:tc>
    </w:tr>
  </w:tbl>
  <w:p w14:paraId="2C0D0081" w14:textId="77777777" w:rsidR="0049621B" w:rsidRPr="00F13FDA" w:rsidRDefault="0049621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9621B" w:rsidRPr="009E09BE" w14:paraId="1724B44A" w14:textId="77777777" w:rsidTr="00934B6B">
      <w:tc>
        <w:tcPr>
          <w:tcW w:w="0" w:type="auto"/>
          <w:tcMar>
            <w:left w:w="0" w:type="dxa"/>
            <w:right w:w="0" w:type="dxa"/>
          </w:tcMar>
          <w:vAlign w:val="bottom"/>
        </w:tcPr>
        <w:p w14:paraId="6BCA8218" w14:textId="77777777" w:rsidR="0049621B" w:rsidRPr="00DD4862" w:rsidRDefault="0049621B" w:rsidP="00934B6B">
          <w:pPr>
            <w:pStyle w:val="Zpatvpravo"/>
            <w:rPr>
              <w:b/>
            </w:rPr>
          </w:pPr>
          <w:r w:rsidRPr="00DD4862">
            <w:rPr>
              <w:b/>
            </w:rPr>
            <w:t xml:space="preserve">Příloha č. </w:t>
          </w:r>
          <w:r>
            <w:rPr>
              <w:b/>
            </w:rPr>
            <w:t>3</w:t>
          </w:r>
        </w:p>
        <w:p w14:paraId="52EDCD13" w14:textId="77777777" w:rsidR="0049621B" w:rsidRPr="003462EB" w:rsidRDefault="0049621B" w:rsidP="00934B6B">
          <w:pPr>
            <w:pStyle w:val="Zpatvpravo"/>
          </w:pPr>
          <w:r>
            <w:t>Smlouva o dílo</w:t>
          </w:r>
        </w:p>
        <w:p w14:paraId="07E14393" w14:textId="77777777" w:rsidR="0049621B" w:rsidRPr="003462EB" w:rsidRDefault="0049621B"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0245E37" w:rsidR="0049621B" w:rsidRPr="009E09BE" w:rsidRDefault="0049621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A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AF1">
            <w:rPr>
              <w:rStyle w:val="slostrnky"/>
              <w:noProof/>
            </w:rPr>
            <w:t>1</w:t>
          </w:r>
          <w:r>
            <w:rPr>
              <w:rStyle w:val="slostrnky"/>
            </w:rPr>
            <w:fldChar w:fldCharType="end"/>
          </w:r>
        </w:p>
      </w:tc>
    </w:tr>
  </w:tbl>
  <w:p w14:paraId="762526CA" w14:textId="77777777" w:rsidR="0049621B" w:rsidRPr="00B8518B" w:rsidRDefault="0049621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C7484" w14:textId="77777777" w:rsidR="0049621B" w:rsidRDefault="0049621B" w:rsidP="00962258">
      <w:pPr>
        <w:spacing w:after="0" w:line="240" w:lineRule="auto"/>
      </w:pPr>
      <w:r>
        <w:separator/>
      </w:r>
    </w:p>
  </w:footnote>
  <w:footnote w:type="continuationSeparator" w:id="0">
    <w:p w14:paraId="05EAAB74" w14:textId="77777777" w:rsidR="0049621B" w:rsidRDefault="004962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9621B" w14:paraId="15F803D2" w14:textId="77777777" w:rsidTr="00B22106">
      <w:trPr>
        <w:trHeight w:hRule="exact" w:val="936"/>
      </w:trPr>
      <w:tc>
        <w:tcPr>
          <w:tcW w:w="1361" w:type="dxa"/>
          <w:tcMar>
            <w:left w:w="0" w:type="dxa"/>
            <w:right w:w="0" w:type="dxa"/>
          </w:tcMar>
        </w:tcPr>
        <w:p w14:paraId="4641E639" w14:textId="77777777" w:rsidR="0049621B" w:rsidRPr="00B8518B" w:rsidRDefault="0049621B" w:rsidP="00FC6389">
          <w:pPr>
            <w:pStyle w:val="Zpat"/>
            <w:rPr>
              <w:rStyle w:val="slostrnky"/>
            </w:rPr>
          </w:pPr>
        </w:p>
      </w:tc>
      <w:tc>
        <w:tcPr>
          <w:tcW w:w="3458" w:type="dxa"/>
          <w:shd w:val="clear" w:color="auto" w:fill="auto"/>
          <w:tcMar>
            <w:left w:w="0" w:type="dxa"/>
            <w:right w:w="0" w:type="dxa"/>
          </w:tcMar>
        </w:tcPr>
        <w:p w14:paraId="6929FCCF" w14:textId="77777777" w:rsidR="0049621B" w:rsidRDefault="0049621B"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49621B" w:rsidRPr="00D6163D" w:rsidRDefault="0049621B" w:rsidP="00FC6389">
          <w:pPr>
            <w:pStyle w:val="Druhdokumentu"/>
          </w:pPr>
        </w:p>
      </w:tc>
    </w:tr>
    <w:tr w:rsidR="0049621B" w14:paraId="76D44D13" w14:textId="77777777" w:rsidTr="00B22106">
      <w:trPr>
        <w:trHeight w:hRule="exact" w:val="936"/>
      </w:trPr>
      <w:tc>
        <w:tcPr>
          <w:tcW w:w="1361" w:type="dxa"/>
          <w:tcMar>
            <w:left w:w="0" w:type="dxa"/>
            <w:right w:w="0" w:type="dxa"/>
          </w:tcMar>
        </w:tcPr>
        <w:p w14:paraId="66B7441D" w14:textId="77777777" w:rsidR="0049621B" w:rsidRPr="00B8518B" w:rsidRDefault="0049621B" w:rsidP="00FC6389">
          <w:pPr>
            <w:pStyle w:val="Zpat"/>
            <w:rPr>
              <w:rStyle w:val="slostrnky"/>
            </w:rPr>
          </w:pPr>
        </w:p>
      </w:tc>
      <w:tc>
        <w:tcPr>
          <w:tcW w:w="3458" w:type="dxa"/>
          <w:shd w:val="clear" w:color="auto" w:fill="auto"/>
          <w:tcMar>
            <w:left w:w="0" w:type="dxa"/>
            <w:right w:w="0" w:type="dxa"/>
          </w:tcMar>
        </w:tcPr>
        <w:p w14:paraId="1FBCE88D" w14:textId="77777777" w:rsidR="0049621B" w:rsidRDefault="0049621B" w:rsidP="00FC6389">
          <w:pPr>
            <w:pStyle w:val="Zpat"/>
          </w:pPr>
        </w:p>
      </w:tc>
      <w:tc>
        <w:tcPr>
          <w:tcW w:w="5756" w:type="dxa"/>
          <w:shd w:val="clear" w:color="auto" w:fill="auto"/>
          <w:tcMar>
            <w:left w:w="0" w:type="dxa"/>
            <w:right w:w="0" w:type="dxa"/>
          </w:tcMar>
        </w:tcPr>
        <w:p w14:paraId="2D321ECC" w14:textId="77777777" w:rsidR="0049621B" w:rsidRPr="00D6163D" w:rsidRDefault="0049621B" w:rsidP="00FC6389">
          <w:pPr>
            <w:pStyle w:val="Druhdokumentu"/>
          </w:pPr>
        </w:p>
      </w:tc>
    </w:tr>
  </w:tbl>
  <w:p w14:paraId="499DD15B" w14:textId="77777777" w:rsidR="0049621B" w:rsidRPr="00D6163D" w:rsidRDefault="0049621B" w:rsidP="00FC6389">
    <w:pPr>
      <w:pStyle w:val="Zhlav"/>
      <w:rPr>
        <w:sz w:val="8"/>
        <w:szCs w:val="8"/>
      </w:rPr>
    </w:pPr>
  </w:p>
  <w:p w14:paraId="467568D9" w14:textId="77777777" w:rsidR="0049621B" w:rsidRPr="00460660" w:rsidRDefault="0049621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49621B" w:rsidRPr="00D6163D" w:rsidRDefault="0049621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49621B" w:rsidRPr="00D6163D" w:rsidRDefault="0049621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49621B" w:rsidRPr="00D6163D" w:rsidRDefault="0049621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49621B" w:rsidRPr="00D6163D" w:rsidRDefault="0049621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49621B" w:rsidRPr="00D6163D" w:rsidRDefault="0049621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49621B" w:rsidRPr="00D6163D" w:rsidRDefault="0049621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49621B" w:rsidRPr="00D6163D" w:rsidRDefault="0049621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49621B" w:rsidRPr="00D6163D" w:rsidRDefault="0049621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880F62"/>
    <w:multiLevelType w:val="hybridMultilevel"/>
    <w:tmpl w:val="327ACB38"/>
    <w:lvl w:ilvl="0" w:tplc="EF32EF40">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BC3B05"/>
    <w:multiLevelType w:val="hybridMultilevel"/>
    <w:tmpl w:val="D1F4F3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AC6EA6"/>
    <w:multiLevelType w:val="hybridMultilevel"/>
    <w:tmpl w:val="91A877EE"/>
    <w:lvl w:ilvl="0" w:tplc="ABA0C102">
      <w:start w:val="9"/>
      <w:numFmt w:val="bullet"/>
      <w:lvlText w:val="-"/>
      <w:lvlJc w:val="left"/>
      <w:pPr>
        <w:ind w:left="720" w:hanging="360"/>
      </w:pPr>
      <w:rPr>
        <w:rFonts w:ascii="Calibri" w:eastAsia="Times New Roman" w:hAnsi="Calibri" w:hint="default"/>
        <w:b w:val="0"/>
        <w:bCs w:val="0"/>
      </w:rPr>
    </w:lvl>
    <w:lvl w:ilvl="1" w:tplc="ABA0C102">
      <w:start w:val="9"/>
      <w:numFmt w:val="bullet"/>
      <w:lvlText w:val="-"/>
      <w:lvlJc w:val="left"/>
      <w:pPr>
        <w:ind w:left="1440" w:hanging="360"/>
      </w:pPr>
      <w:rPr>
        <w:rFonts w:ascii="Calibri" w:eastAsia="Times New Roman" w:hAnsi="Calibri" w:hint="default"/>
        <w:b w:val="0"/>
        <w:bCs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20A0695"/>
    <w:multiLevelType w:val="hybridMultilevel"/>
    <w:tmpl w:val="88E68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12"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3325BC"/>
    <w:multiLevelType w:val="hybridMultilevel"/>
    <w:tmpl w:val="D2FA37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6"/>
  </w:num>
  <w:num w:numId="4">
    <w:abstractNumId w:val="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0"/>
  </w:num>
  <w:num w:numId="8">
    <w:abstractNumId w:val="13"/>
  </w:num>
  <w:num w:numId="9">
    <w:abstractNumId w:val="0"/>
  </w:num>
  <w:num w:numId="10">
    <w:abstractNumId w:val="3"/>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10"/>
  </w:num>
  <w:num w:numId="22">
    <w:abstractNumId w:val="10"/>
  </w:num>
  <w:num w:numId="23">
    <w:abstractNumId w:val="10"/>
  </w:num>
  <w:num w:numId="24">
    <w:abstractNumId w:val="10"/>
  </w:num>
  <w:num w:numId="25">
    <w:abstractNumId w:val="13"/>
  </w:num>
  <w:num w:numId="26">
    <w:abstractNumId w:val="0"/>
  </w:num>
  <w:num w:numId="27">
    <w:abstractNumId w:val="0"/>
  </w:num>
  <w:num w:numId="28">
    <w:abstractNumId w:val="3"/>
  </w:num>
  <w:num w:numId="29">
    <w:abstractNumId w:val="3"/>
  </w:num>
  <w:num w:numId="30">
    <w:abstractNumId w:val="17"/>
  </w:num>
  <w:num w:numId="31">
    <w:abstractNumId w:val="17"/>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0"/>
  </w:num>
  <w:num w:numId="35">
    <w:abstractNumId w:val="14"/>
  </w:num>
  <w:num w:numId="36">
    <w:abstractNumId w:val="19"/>
  </w:num>
  <w:num w:numId="37">
    <w:abstractNumId w:val="12"/>
  </w:num>
  <w:num w:numId="38">
    <w:abstractNumId w:val="0"/>
  </w:num>
  <w:num w:numId="39">
    <w:abstractNumId w:val="10"/>
  </w:num>
  <w:num w:numId="40">
    <w:abstractNumId w:val="11"/>
  </w:num>
  <w:num w:numId="41">
    <w:abstractNumId w:val="8"/>
  </w:num>
  <w:num w:numId="42">
    <w:abstractNumId w:val="15"/>
  </w:num>
  <w:num w:numId="43">
    <w:abstractNumId w:val="10"/>
  </w:num>
  <w:num w:numId="44">
    <w:abstractNumId w:val="10"/>
    <w:lvlOverride w:ilvl="0">
      <w:startOverride w:val="1"/>
    </w:lvlOverride>
  </w:num>
  <w:num w:numId="45">
    <w:abstractNumId w:val="10"/>
  </w:num>
  <w:num w:numId="46">
    <w:abstractNumId w:val="10"/>
    <w:lvlOverride w:ilvl="0">
      <w:startOverride w:val="1"/>
    </w:lvlOverride>
  </w:num>
  <w:num w:numId="47">
    <w:abstractNumId w:val="4"/>
  </w:num>
  <w:num w:numId="48">
    <w:abstractNumId w:val="1"/>
  </w:num>
  <w:num w:numId="4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E28"/>
    <w:rsid w:val="00017F3C"/>
    <w:rsid w:val="00022F72"/>
    <w:rsid w:val="00041EC8"/>
    <w:rsid w:val="00042621"/>
    <w:rsid w:val="000432C2"/>
    <w:rsid w:val="0004706B"/>
    <w:rsid w:val="0006588D"/>
    <w:rsid w:val="00067A5E"/>
    <w:rsid w:val="000719BB"/>
    <w:rsid w:val="00072A65"/>
    <w:rsid w:val="00072C1E"/>
    <w:rsid w:val="00094415"/>
    <w:rsid w:val="000A1915"/>
    <w:rsid w:val="000A7048"/>
    <w:rsid w:val="000B4EB8"/>
    <w:rsid w:val="000C1D96"/>
    <w:rsid w:val="000C2D3C"/>
    <w:rsid w:val="000C41F2"/>
    <w:rsid w:val="000C4EB8"/>
    <w:rsid w:val="000D084E"/>
    <w:rsid w:val="000D22C4"/>
    <w:rsid w:val="000D27D1"/>
    <w:rsid w:val="000E1A7F"/>
    <w:rsid w:val="001049DE"/>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E678E"/>
    <w:rsid w:val="001F518E"/>
    <w:rsid w:val="002038D5"/>
    <w:rsid w:val="002071BB"/>
    <w:rsid w:val="00207DF5"/>
    <w:rsid w:val="00225027"/>
    <w:rsid w:val="00225674"/>
    <w:rsid w:val="00231697"/>
    <w:rsid w:val="002333E5"/>
    <w:rsid w:val="00237604"/>
    <w:rsid w:val="00240B81"/>
    <w:rsid w:val="00247D01"/>
    <w:rsid w:val="00252206"/>
    <w:rsid w:val="00255032"/>
    <w:rsid w:val="00255B10"/>
    <w:rsid w:val="002560C5"/>
    <w:rsid w:val="00260755"/>
    <w:rsid w:val="00261A5B"/>
    <w:rsid w:val="00262E5B"/>
    <w:rsid w:val="00276AFE"/>
    <w:rsid w:val="00286E07"/>
    <w:rsid w:val="0029098E"/>
    <w:rsid w:val="002A3B57"/>
    <w:rsid w:val="002C31BF"/>
    <w:rsid w:val="002D01E6"/>
    <w:rsid w:val="002D1625"/>
    <w:rsid w:val="002D3591"/>
    <w:rsid w:val="002D6EE5"/>
    <w:rsid w:val="002D7FD6"/>
    <w:rsid w:val="002E0CD7"/>
    <w:rsid w:val="002E0CFB"/>
    <w:rsid w:val="002E500B"/>
    <w:rsid w:val="002E5C7B"/>
    <w:rsid w:val="002F4333"/>
    <w:rsid w:val="0030003A"/>
    <w:rsid w:val="00307320"/>
    <w:rsid w:val="00310622"/>
    <w:rsid w:val="003149C0"/>
    <w:rsid w:val="00323112"/>
    <w:rsid w:val="00327EEF"/>
    <w:rsid w:val="003313FC"/>
    <w:rsid w:val="00331951"/>
    <w:rsid w:val="0033239F"/>
    <w:rsid w:val="003364B2"/>
    <w:rsid w:val="0034274B"/>
    <w:rsid w:val="00342DC7"/>
    <w:rsid w:val="0034719F"/>
    <w:rsid w:val="00350A35"/>
    <w:rsid w:val="0035214B"/>
    <w:rsid w:val="003571D8"/>
    <w:rsid w:val="00357BC6"/>
    <w:rsid w:val="00361422"/>
    <w:rsid w:val="0037545D"/>
    <w:rsid w:val="0039231C"/>
    <w:rsid w:val="00392910"/>
    <w:rsid w:val="00392EB6"/>
    <w:rsid w:val="00394474"/>
    <w:rsid w:val="003956C6"/>
    <w:rsid w:val="003B23D6"/>
    <w:rsid w:val="003C33F2"/>
    <w:rsid w:val="003D6859"/>
    <w:rsid w:val="003D756E"/>
    <w:rsid w:val="003E420D"/>
    <w:rsid w:val="003E4C13"/>
    <w:rsid w:val="004000DE"/>
    <w:rsid w:val="00401D55"/>
    <w:rsid w:val="004078F3"/>
    <w:rsid w:val="004160CB"/>
    <w:rsid w:val="00427794"/>
    <w:rsid w:val="004328E4"/>
    <w:rsid w:val="004360DD"/>
    <w:rsid w:val="00450F07"/>
    <w:rsid w:val="00450F44"/>
    <w:rsid w:val="00453CD3"/>
    <w:rsid w:val="00455CE8"/>
    <w:rsid w:val="00460660"/>
    <w:rsid w:val="00464BA9"/>
    <w:rsid w:val="00483969"/>
    <w:rsid w:val="00486107"/>
    <w:rsid w:val="00491827"/>
    <w:rsid w:val="0049621B"/>
    <w:rsid w:val="004B4299"/>
    <w:rsid w:val="004C35AB"/>
    <w:rsid w:val="004C4399"/>
    <w:rsid w:val="004C787C"/>
    <w:rsid w:val="004D09FB"/>
    <w:rsid w:val="004D395E"/>
    <w:rsid w:val="004D7C3C"/>
    <w:rsid w:val="004E6233"/>
    <w:rsid w:val="004E7A1F"/>
    <w:rsid w:val="004F4B9B"/>
    <w:rsid w:val="00500E0F"/>
    <w:rsid w:val="00502690"/>
    <w:rsid w:val="0050510F"/>
    <w:rsid w:val="0050666E"/>
    <w:rsid w:val="00511AB9"/>
    <w:rsid w:val="00513891"/>
    <w:rsid w:val="00515632"/>
    <w:rsid w:val="00523BB5"/>
    <w:rsid w:val="00523EA7"/>
    <w:rsid w:val="00527A22"/>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A1F44"/>
    <w:rsid w:val="005B778D"/>
    <w:rsid w:val="005D3C39"/>
    <w:rsid w:val="005D6794"/>
    <w:rsid w:val="005E22EE"/>
    <w:rsid w:val="005E7125"/>
    <w:rsid w:val="005F3A8C"/>
    <w:rsid w:val="00600ECE"/>
    <w:rsid w:val="00600FA0"/>
    <w:rsid w:val="00601A8C"/>
    <w:rsid w:val="0061068E"/>
    <w:rsid w:val="006115D3"/>
    <w:rsid w:val="00623FDC"/>
    <w:rsid w:val="00630738"/>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D4BF1"/>
    <w:rsid w:val="006E0578"/>
    <w:rsid w:val="006E314D"/>
    <w:rsid w:val="006E7799"/>
    <w:rsid w:val="006F680F"/>
    <w:rsid w:val="006F782C"/>
    <w:rsid w:val="00704D1E"/>
    <w:rsid w:val="00710723"/>
    <w:rsid w:val="007145F3"/>
    <w:rsid w:val="00723ED1"/>
    <w:rsid w:val="00740AF5"/>
    <w:rsid w:val="00743525"/>
    <w:rsid w:val="00745D88"/>
    <w:rsid w:val="007470DC"/>
    <w:rsid w:val="007541A2"/>
    <w:rsid w:val="00755818"/>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42A7"/>
    <w:rsid w:val="007C5289"/>
    <w:rsid w:val="007D26F9"/>
    <w:rsid w:val="007D5F2A"/>
    <w:rsid w:val="007E4A6E"/>
    <w:rsid w:val="007F56A7"/>
    <w:rsid w:val="00800851"/>
    <w:rsid w:val="0080720D"/>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4780"/>
    <w:rsid w:val="0090635B"/>
    <w:rsid w:val="009064E8"/>
    <w:rsid w:val="009152C2"/>
    <w:rsid w:val="00922385"/>
    <w:rsid w:val="009223DF"/>
    <w:rsid w:val="00932AF1"/>
    <w:rsid w:val="00934B6B"/>
    <w:rsid w:val="00936091"/>
    <w:rsid w:val="00940D8A"/>
    <w:rsid w:val="00946FE9"/>
    <w:rsid w:val="009520C2"/>
    <w:rsid w:val="00960C0C"/>
    <w:rsid w:val="00962258"/>
    <w:rsid w:val="009678B7"/>
    <w:rsid w:val="0097267C"/>
    <w:rsid w:val="0098100D"/>
    <w:rsid w:val="00985DF9"/>
    <w:rsid w:val="00992D9C"/>
    <w:rsid w:val="00995DF9"/>
    <w:rsid w:val="00996CB8"/>
    <w:rsid w:val="009979D2"/>
    <w:rsid w:val="009A522E"/>
    <w:rsid w:val="009A6D83"/>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50641"/>
    <w:rsid w:val="00A52FFF"/>
    <w:rsid w:val="00A530BF"/>
    <w:rsid w:val="00A543B7"/>
    <w:rsid w:val="00A6177B"/>
    <w:rsid w:val="00A637A7"/>
    <w:rsid w:val="00A66136"/>
    <w:rsid w:val="00A670FB"/>
    <w:rsid w:val="00A71189"/>
    <w:rsid w:val="00A7364A"/>
    <w:rsid w:val="00A743FB"/>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4A7"/>
    <w:rsid w:val="00BB1F16"/>
    <w:rsid w:val="00BB21C0"/>
    <w:rsid w:val="00BC06C4"/>
    <w:rsid w:val="00BC5BDD"/>
    <w:rsid w:val="00BD5DE9"/>
    <w:rsid w:val="00BD7E91"/>
    <w:rsid w:val="00BD7F0D"/>
    <w:rsid w:val="00BE5FD5"/>
    <w:rsid w:val="00BF1F9D"/>
    <w:rsid w:val="00BF2895"/>
    <w:rsid w:val="00BF4C5D"/>
    <w:rsid w:val="00C01453"/>
    <w:rsid w:val="00C02D0A"/>
    <w:rsid w:val="00C03A6E"/>
    <w:rsid w:val="00C04CDD"/>
    <w:rsid w:val="00C156D9"/>
    <w:rsid w:val="00C226C0"/>
    <w:rsid w:val="00C240B6"/>
    <w:rsid w:val="00C3688C"/>
    <w:rsid w:val="00C414C8"/>
    <w:rsid w:val="00C42FE6"/>
    <w:rsid w:val="00C44F6A"/>
    <w:rsid w:val="00C45307"/>
    <w:rsid w:val="00C537D8"/>
    <w:rsid w:val="00C6198E"/>
    <w:rsid w:val="00C708EA"/>
    <w:rsid w:val="00C717BC"/>
    <w:rsid w:val="00C729BC"/>
    <w:rsid w:val="00C778A5"/>
    <w:rsid w:val="00C9118F"/>
    <w:rsid w:val="00C95162"/>
    <w:rsid w:val="00CB1C6E"/>
    <w:rsid w:val="00CB2DC6"/>
    <w:rsid w:val="00CB4F6D"/>
    <w:rsid w:val="00CB6A37"/>
    <w:rsid w:val="00CB7684"/>
    <w:rsid w:val="00CC1E14"/>
    <w:rsid w:val="00CC4EA8"/>
    <w:rsid w:val="00CC6517"/>
    <w:rsid w:val="00CC7C8F"/>
    <w:rsid w:val="00CD1FC4"/>
    <w:rsid w:val="00D01353"/>
    <w:rsid w:val="00D034A0"/>
    <w:rsid w:val="00D21061"/>
    <w:rsid w:val="00D32818"/>
    <w:rsid w:val="00D4108E"/>
    <w:rsid w:val="00D41385"/>
    <w:rsid w:val="00D41CFE"/>
    <w:rsid w:val="00D4328E"/>
    <w:rsid w:val="00D50FE6"/>
    <w:rsid w:val="00D6163D"/>
    <w:rsid w:val="00D701DC"/>
    <w:rsid w:val="00D831A3"/>
    <w:rsid w:val="00D86204"/>
    <w:rsid w:val="00D96040"/>
    <w:rsid w:val="00D97BE3"/>
    <w:rsid w:val="00DA3711"/>
    <w:rsid w:val="00DB0CD2"/>
    <w:rsid w:val="00DB3C3F"/>
    <w:rsid w:val="00DD11B7"/>
    <w:rsid w:val="00DD46F3"/>
    <w:rsid w:val="00DD4862"/>
    <w:rsid w:val="00DE56F2"/>
    <w:rsid w:val="00DF116D"/>
    <w:rsid w:val="00DF2BFF"/>
    <w:rsid w:val="00DF7604"/>
    <w:rsid w:val="00E16FF7"/>
    <w:rsid w:val="00E26D68"/>
    <w:rsid w:val="00E31C62"/>
    <w:rsid w:val="00E4072B"/>
    <w:rsid w:val="00E44045"/>
    <w:rsid w:val="00E618C4"/>
    <w:rsid w:val="00E62689"/>
    <w:rsid w:val="00E7415D"/>
    <w:rsid w:val="00E878EE"/>
    <w:rsid w:val="00E901A3"/>
    <w:rsid w:val="00EA585B"/>
    <w:rsid w:val="00EA6EC7"/>
    <w:rsid w:val="00EB104F"/>
    <w:rsid w:val="00EB46E5"/>
    <w:rsid w:val="00ED14BD"/>
    <w:rsid w:val="00EE7A4C"/>
    <w:rsid w:val="00F016C7"/>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DE0A295-4ABB-4CDF-A5B5-1484C05CF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33</TotalTime>
  <Pages>33</Pages>
  <Words>6915</Words>
  <Characters>40805</Characters>
  <Application>Microsoft Office Word</Application>
  <DocSecurity>0</DocSecurity>
  <Lines>340</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7</cp:revision>
  <cp:lastPrinted>2021-01-18T09:56:00Z</cp:lastPrinted>
  <dcterms:created xsi:type="dcterms:W3CDTF">2021-02-08T12:58:00Z</dcterms:created>
  <dcterms:modified xsi:type="dcterms:W3CDTF">2021-02-11T14:14:00Z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